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C49" w:rsidRPr="00215FA0" w:rsidRDefault="00BB6C49" w:rsidP="00975D6E">
      <w:pPr>
        <w:rPr>
          <w:rFonts w:ascii="方正小标宋简体" w:eastAsia="方正小标宋简体"/>
          <w:sz w:val="36"/>
          <w:szCs w:val="36"/>
        </w:rPr>
      </w:pPr>
      <w:r w:rsidRPr="0047680E">
        <w:rPr>
          <w:rFonts w:ascii="仿宋_GB2312" w:eastAsia="仿宋_GB2312" w:hint="eastAsia"/>
          <w:sz w:val="32"/>
          <w:szCs w:val="32"/>
        </w:rPr>
        <w:t>附件</w:t>
      </w:r>
      <w:r w:rsidRPr="0047680E">
        <w:rPr>
          <w:rFonts w:ascii="仿宋_GB2312" w:eastAsia="仿宋_GB2312"/>
          <w:sz w:val="32"/>
          <w:szCs w:val="32"/>
        </w:rPr>
        <w:t>1</w:t>
      </w:r>
      <w:r w:rsidRPr="0047680E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 xml:space="preserve">        </w:t>
      </w:r>
      <w:r w:rsidRPr="00215FA0">
        <w:rPr>
          <w:rFonts w:ascii="方正小标宋简体" w:eastAsia="方正小标宋简体"/>
          <w:sz w:val="36"/>
          <w:szCs w:val="36"/>
        </w:rPr>
        <w:t>2016</w:t>
      </w:r>
      <w:r w:rsidRPr="00215FA0">
        <w:rPr>
          <w:rFonts w:ascii="方正小标宋简体" w:eastAsia="方正小标宋简体" w:hint="eastAsia"/>
          <w:sz w:val="36"/>
          <w:szCs w:val="36"/>
        </w:rPr>
        <w:t>年天津市体育局后勤保障服务中心公开招聘</w:t>
      </w:r>
      <w:r>
        <w:rPr>
          <w:rFonts w:ascii="方正小标宋简体" w:eastAsia="方正小标宋简体" w:hint="eastAsia"/>
          <w:sz w:val="36"/>
          <w:szCs w:val="36"/>
        </w:rPr>
        <w:t>计划</w:t>
      </w:r>
      <w:r w:rsidRPr="00215FA0">
        <w:rPr>
          <w:rFonts w:ascii="方正小标宋简体" w:eastAsia="方正小标宋简体" w:hint="eastAsia"/>
          <w:sz w:val="36"/>
          <w:szCs w:val="36"/>
        </w:rPr>
        <w:t>表</w:t>
      </w:r>
    </w:p>
    <w:tbl>
      <w:tblPr>
        <w:tblW w:w="14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1377"/>
        <w:gridCol w:w="851"/>
        <w:gridCol w:w="1701"/>
        <w:gridCol w:w="2126"/>
        <w:gridCol w:w="992"/>
        <w:gridCol w:w="1134"/>
        <w:gridCol w:w="5852"/>
      </w:tblGrid>
      <w:tr w:rsidR="00BB6C49" w:rsidRPr="00DC044A" w:rsidTr="00975D6E">
        <w:trPr>
          <w:trHeight w:val="213"/>
          <w:jc w:val="center"/>
        </w:trPr>
        <w:tc>
          <w:tcPr>
            <w:tcW w:w="680" w:type="dxa"/>
            <w:vMerge w:val="restart"/>
            <w:vAlign w:val="center"/>
          </w:tcPr>
          <w:p w:rsidR="00BB6C49" w:rsidRPr="00DC044A" w:rsidRDefault="00BB6C49" w:rsidP="00BC731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序号</w:t>
            </w:r>
          </w:p>
        </w:tc>
        <w:tc>
          <w:tcPr>
            <w:tcW w:w="1377" w:type="dxa"/>
            <w:vMerge w:val="restart"/>
            <w:vAlign w:val="center"/>
          </w:tcPr>
          <w:p w:rsidR="00BB6C49" w:rsidRPr="00DC044A" w:rsidRDefault="00BB6C49" w:rsidP="00BC731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招聘岗位</w:t>
            </w:r>
          </w:p>
        </w:tc>
        <w:tc>
          <w:tcPr>
            <w:tcW w:w="851" w:type="dxa"/>
            <w:vMerge w:val="restart"/>
            <w:vAlign w:val="center"/>
          </w:tcPr>
          <w:p w:rsidR="00BB6C49" w:rsidRPr="00DC044A" w:rsidRDefault="00BB6C49" w:rsidP="00BC7319">
            <w:pPr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招聘</w:t>
            </w:r>
          </w:p>
          <w:p w:rsidR="00BB6C49" w:rsidRPr="00DC044A" w:rsidRDefault="00BB6C49" w:rsidP="00BC7319">
            <w:pPr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人数</w:t>
            </w:r>
          </w:p>
        </w:tc>
        <w:tc>
          <w:tcPr>
            <w:tcW w:w="1701" w:type="dxa"/>
            <w:vMerge w:val="restart"/>
            <w:vAlign w:val="center"/>
          </w:tcPr>
          <w:p w:rsidR="00BB6C49" w:rsidRPr="00DC044A" w:rsidRDefault="00BB6C49" w:rsidP="00BB6C49">
            <w:pPr>
              <w:ind w:firstLineChars="50" w:firstLine="31680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岗位介绍</w:t>
            </w:r>
          </w:p>
        </w:tc>
        <w:tc>
          <w:tcPr>
            <w:tcW w:w="10104" w:type="dxa"/>
            <w:gridSpan w:val="4"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岗位资格条件</w:t>
            </w:r>
          </w:p>
        </w:tc>
      </w:tr>
      <w:tr w:rsidR="00BB6C49" w:rsidRPr="00DC044A" w:rsidTr="00975D6E">
        <w:trPr>
          <w:trHeight w:val="304"/>
          <w:jc w:val="center"/>
        </w:trPr>
        <w:tc>
          <w:tcPr>
            <w:tcW w:w="680" w:type="dxa"/>
            <w:vMerge/>
          </w:tcPr>
          <w:p w:rsidR="00BB6C49" w:rsidRPr="00DC044A" w:rsidRDefault="00BB6C49" w:rsidP="00BC731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77" w:type="dxa"/>
            <w:vMerge/>
          </w:tcPr>
          <w:p w:rsidR="00BB6C49" w:rsidRPr="00DC044A" w:rsidRDefault="00BB6C49" w:rsidP="00BC731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vMerge/>
          </w:tcPr>
          <w:p w:rsidR="00BB6C49" w:rsidRPr="00DC044A" w:rsidRDefault="00BB6C49" w:rsidP="00BC731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1" w:type="dxa"/>
            <w:vMerge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126" w:type="dxa"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</w:p>
        </w:tc>
        <w:tc>
          <w:tcPr>
            <w:tcW w:w="992" w:type="dxa"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学历</w:t>
            </w:r>
          </w:p>
        </w:tc>
        <w:tc>
          <w:tcPr>
            <w:tcW w:w="1134" w:type="dxa"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年龄</w:t>
            </w:r>
          </w:p>
        </w:tc>
        <w:tc>
          <w:tcPr>
            <w:tcW w:w="5852" w:type="dxa"/>
            <w:tcBorders>
              <w:top w:val="nil"/>
            </w:tcBorders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DC044A">
              <w:rPr>
                <w:rFonts w:ascii="仿宋_GB2312" w:eastAsia="仿宋_GB2312" w:hAnsi="宋体" w:hint="eastAsia"/>
                <w:b/>
                <w:sz w:val="24"/>
              </w:rPr>
              <w:t>其他要求</w:t>
            </w:r>
          </w:p>
        </w:tc>
      </w:tr>
      <w:tr w:rsidR="00BB6C49" w:rsidRPr="00DC044A" w:rsidTr="00975D6E">
        <w:trPr>
          <w:trHeight w:val="1412"/>
          <w:jc w:val="center"/>
        </w:trPr>
        <w:tc>
          <w:tcPr>
            <w:tcW w:w="680" w:type="dxa"/>
            <w:vAlign w:val="center"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DC044A">
              <w:rPr>
                <w:rFonts w:ascii="仿宋_GB2312" w:eastAsia="仿宋_GB2312" w:hAnsi="宋体"/>
                <w:sz w:val="18"/>
                <w:szCs w:val="18"/>
              </w:rPr>
              <w:t>1</w:t>
            </w:r>
          </w:p>
        </w:tc>
        <w:tc>
          <w:tcPr>
            <w:tcW w:w="1377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暖通设备维护工程师</w:t>
            </w:r>
          </w:p>
        </w:tc>
        <w:tc>
          <w:tcPr>
            <w:tcW w:w="851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BB6C49" w:rsidRPr="00C0311C" w:rsidRDefault="00BB6C49" w:rsidP="00BC731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从事供暖、通风及空调设备维护和管理工作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场馆内大型设备的维护和夜间值班检修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BB6C49" w:rsidRPr="00C0311C" w:rsidRDefault="00BB6C49" w:rsidP="00E8157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1.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供热通风与空调工程专业；</w:t>
            </w: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2.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供热</w:t>
            </w: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.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供燃气</w:t>
            </w: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通风及空调工程专业。</w:t>
            </w:r>
          </w:p>
        </w:tc>
        <w:tc>
          <w:tcPr>
            <w:tcW w:w="992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134" w:type="dxa"/>
            <w:vAlign w:val="center"/>
          </w:tcPr>
          <w:p w:rsidR="00BB6C49" w:rsidRPr="00C0311C" w:rsidRDefault="00BB6C49" w:rsidP="00E67987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45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岁以下</w:t>
            </w:r>
          </w:p>
        </w:tc>
        <w:tc>
          <w:tcPr>
            <w:tcW w:w="5852" w:type="dxa"/>
            <w:vAlign w:val="center"/>
          </w:tcPr>
          <w:p w:rsidR="00BB6C49" w:rsidRDefault="00BB6C49" w:rsidP="005D4AA3">
            <w:pPr>
              <w:widowControl/>
              <w:numPr>
                <w:ilvl w:val="0"/>
                <w:numId w:val="4"/>
              </w:numPr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D4AA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适合男性；</w:t>
            </w:r>
            <w:r w:rsidRPr="005D4AA3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5D4AA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、十年以上相关工作经历；</w:t>
            </w:r>
          </w:p>
          <w:p w:rsidR="00BB6C49" w:rsidRPr="00C0311C" w:rsidRDefault="00BB6C49" w:rsidP="005D4AA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D4AA3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5D4AA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具有相关专业中级及以上专业技术职称；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本市户口。</w:t>
            </w:r>
          </w:p>
        </w:tc>
      </w:tr>
      <w:tr w:rsidR="00BB6C49" w:rsidRPr="00DC044A" w:rsidTr="00975D6E">
        <w:trPr>
          <w:trHeight w:val="2785"/>
          <w:jc w:val="center"/>
        </w:trPr>
        <w:tc>
          <w:tcPr>
            <w:tcW w:w="680" w:type="dxa"/>
            <w:vAlign w:val="center"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DC044A">
              <w:rPr>
                <w:rFonts w:ascii="仿宋_GB2312" w:eastAsia="仿宋_GB2312" w:hAnsi="宋体"/>
                <w:sz w:val="18"/>
                <w:szCs w:val="18"/>
              </w:rPr>
              <w:t>2</w:t>
            </w:r>
          </w:p>
        </w:tc>
        <w:tc>
          <w:tcPr>
            <w:tcW w:w="1377" w:type="dxa"/>
            <w:vAlign w:val="center"/>
          </w:tcPr>
          <w:p w:rsidR="00BB6C49" w:rsidRPr="00DC044A" w:rsidRDefault="00BB6C49" w:rsidP="00BC7319">
            <w:pPr>
              <w:widowControl/>
              <w:jc w:val="center"/>
              <w:textAlignment w:val="center"/>
              <w:rPr>
                <w:rFonts w:ascii="仿宋_GB2312" w:eastAsia="仿宋_GB2312"/>
                <w:sz w:val="18"/>
                <w:szCs w:val="18"/>
              </w:rPr>
            </w:pPr>
            <w:r w:rsidRPr="00DC044A">
              <w:rPr>
                <w:rFonts w:ascii="仿宋_GB2312" w:eastAsia="仿宋_GB2312" w:hint="eastAsia"/>
                <w:sz w:val="18"/>
                <w:szCs w:val="18"/>
              </w:rPr>
              <w:t>计算机</w:t>
            </w:r>
          </w:p>
          <w:p w:rsidR="00BB6C49" w:rsidRPr="00C0311C" w:rsidRDefault="00BB6C49" w:rsidP="00BC731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C044A">
              <w:rPr>
                <w:rFonts w:ascii="仿宋_GB2312" w:eastAsia="仿宋_GB2312" w:hint="eastAsia"/>
                <w:sz w:val="18"/>
                <w:szCs w:val="18"/>
              </w:rPr>
              <w:t>工程师</w:t>
            </w:r>
          </w:p>
        </w:tc>
        <w:tc>
          <w:tcPr>
            <w:tcW w:w="851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B6C49" w:rsidRPr="00C0311C" w:rsidRDefault="00BB6C49" w:rsidP="006A592B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C044A">
              <w:rPr>
                <w:rFonts w:ascii="仿宋_GB2312" w:eastAsia="仿宋_GB2312" w:hint="eastAsia"/>
                <w:sz w:val="18"/>
                <w:szCs w:val="18"/>
              </w:rPr>
              <w:t>从事计算机网络及通信维护，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软件开发、软件应用与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管理</w:t>
            </w:r>
            <w:r w:rsidRPr="00DC044A">
              <w:rPr>
                <w:rFonts w:ascii="仿宋_GB2312" w:eastAsia="仿宋_GB2312" w:hint="eastAsia"/>
                <w:sz w:val="18"/>
                <w:szCs w:val="18"/>
              </w:rPr>
              <w:t>工作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夜间值班检修和维护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BB6C49" w:rsidRPr="00C0311C" w:rsidRDefault="00BB6C49" w:rsidP="00BC7319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1.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计算机网络技术专业；</w:t>
            </w: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2.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计算机网络工程专业；</w:t>
            </w: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计算机软件技术专业；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。计算机软件工程专业；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计算机软件技术工程专业；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计算机应用专业；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7.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计算机应用技术专业；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计算机软件与理论专业；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软件工程专业。</w:t>
            </w:r>
          </w:p>
        </w:tc>
        <w:tc>
          <w:tcPr>
            <w:tcW w:w="992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134" w:type="dxa"/>
            <w:vAlign w:val="center"/>
          </w:tcPr>
          <w:p w:rsidR="00BB6C49" w:rsidRPr="00C0311C" w:rsidRDefault="00BB6C49" w:rsidP="00BC7319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35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岁以下</w:t>
            </w:r>
          </w:p>
        </w:tc>
        <w:tc>
          <w:tcPr>
            <w:tcW w:w="5852" w:type="dxa"/>
            <w:vAlign w:val="center"/>
          </w:tcPr>
          <w:p w:rsidR="00BB6C49" w:rsidRPr="00C0311C" w:rsidRDefault="00BB6C49" w:rsidP="005D4AA3">
            <w:pPr>
              <w:widowControl/>
              <w:numPr>
                <w:ilvl w:val="0"/>
                <w:numId w:val="5"/>
              </w:numPr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适合男性；</w:t>
            </w:r>
          </w:p>
          <w:p w:rsidR="00BB6C49" w:rsidRPr="00C0311C" w:rsidRDefault="00BB6C49" w:rsidP="005D4AA3">
            <w:pPr>
              <w:widowControl/>
              <w:numPr>
                <w:ilvl w:val="0"/>
                <w:numId w:val="5"/>
              </w:numPr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年以上相关工作经历；</w:t>
            </w:r>
          </w:p>
          <w:p w:rsidR="00BB6C49" w:rsidRPr="00C0311C" w:rsidRDefault="00BB6C49" w:rsidP="005D4AA3">
            <w:pPr>
              <w:widowControl/>
              <w:numPr>
                <w:ilvl w:val="0"/>
                <w:numId w:val="5"/>
              </w:numPr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具有相关专业中级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及以上专业技术职称；</w:t>
            </w:r>
          </w:p>
          <w:p w:rsidR="00BB6C49" w:rsidRPr="00C0311C" w:rsidRDefault="00BB6C49" w:rsidP="005D4AA3">
            <w:pPr>
              <w:widowControl/>
              <w:numPr>
                <w:ilvl w:val="0"/>
                <w:numId w:val="5"/>
              </w:numPr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C044A">
              <w:rPr>
                <w:rFonts w:ascii="仿宋_GB2312" w:eastAsia="仿宋_GB2312" w:hint="eastAsia"/>
                <w:sz w:val="18"/>
                <w:szCs w:val="18"/>
              </w:rPr>
              <w:t>熟悉网络设备和软件，有相关认证；</w:t>
            </w:r>
          </w:p>
          <w:p w:rsidR="00BB6C49" w:rsidRPr="00C0311C" w:rsidRDefault="00BB6C49" w:rsidP="005D4AA3">
            <w:pPr>
              <w:widowControl/>
              <w:numPr>
                <w:ilvl w:val="0"/>
                <w:numId w:val="5"/>
              </w:numPr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本市户口。</w:t>
            </w:r>
          </w:p>
        </w:tc>
      </w:tr>
      <w:tr w:rsidR="00BB6C49" w:rsidRPr="00DC044A" w:rsidTr="00975D6E">
        <w:trPr>
          <w:trHeight w:val="1781"/>
          <w:jc w:val="center"/>
        </w:trPr>
        <w:tc>
          <w:tcPr>
            <w:tcW w:w="680" w:type="dxa"/>
            <w:vAlign w:val="center"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DC044A">
              <w:rPr>
                <w:rFonts w:ascii="仿宋_GB2312" w:eastAsia="仿宋_GB2312" w:hAnsi="宋体"/>
                <w:sz w:val="18"/>
                <w:szCs w:val="18"/>
              </w:rPr>
              <w:t>3</w:t>
            </w:r>
          </w:p>
        </w:tc>
        <w:tc>
          <w:tcPr>
            <w:tcW w:w="1377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电气工程师</w:t>
            </w:r>
          </w:p>
          <w:p w:rsidR="00BB6C49" w:rsidRPr="00C0311C" w:rsidRDefault="00BB6C49" w:rsidP="00BC731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（强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电）</w:t>
            </w:r>
          </w:p>
        </w:tc>
        <w:tc>
          <w:tcPr>
            <w:tcW w:w="851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BB6C49" w:rsidRPr="00C0311C" w:rsidRDefault="00BB6C49" w:rsidP="00E5539F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C044A">
              <w:rPr>
                <w:rFonts w:ascii="仿宋_GB2312" w:eastAsia="仿宋_GB2312" w:hint="eastAsia"/>
                <w:sz w:val="18"/>
                <w:szCs w:val="18"/>
              </w:rPr>
              <w:t>从事电气设备维护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和管理</w:t>
            </w:r>
            <w:r w:rsidRPr="00DC044A">
              <w:rPr>
                <w:rFonts w:ascii="仿宋_GB2312" w:eastAsia="仿宋_GB2312" w:hint="eastAsia"/>
                <w:sz w:val="18"/>
                <w:szCs w:val="18"/>
              </w:rPr>
              <w:t>工作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场馆内大型设备的维护和夜间值班检修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2126" w:type="dxa"/>
            <w:vAlign w:val="center"/>
          </w:tcPr>
          <w:p w:rsidR="00BB6C49" w:rsidRPr="00C0311C" w:rsidRDefault="00BB6C49" w:rsidP="00BC731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电气工程及其自动化专业；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自动化专业；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电气工程与自动化专业；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，电力系统及其自动化专业；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高电压与绝缘技术专业。</w:t>
            </w:r>
          </w:p>
        </w:tc>
        <w:tc>
          <w:tcPr>
            <w:tcW w:w="992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134" w:type="dxa"/>
            <w:vAlign w:val="center"/>
          </w:tcPr>
          <w:p w:rsidR="00BB6C49" w:rsidRPr="00C0311C" w:rsidRDefault="00BB6C49" w:rsidP="00BC7319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40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岁以下</w:t>
            </w:r>
          </w:p>
        </w:tc>
        <w:tc>
          <w:tcPr>
            <w:tcW w:w="5852" w:type="dxa"/>
            <w:vAlign w:val="center"/>
          </w:tcPr>
          <w:p w:rsidR="00BB6C49" w:rsidRPr="00C0311C" w:rsidRDefault="00BB6C49" w:rsidP="00BC731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、适合男性；</w:t>
            </w:r>
          </w:p>
          <w:p w:rsidR="00BB6C49" w:rsidRPr="00C0311C" w:rsidRDefault="00BB6C49" w:rsidP="00BC731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、五年以上相关工作经历；</w:t>
            </w:r>
          </w:p>
          <w:p w:rsidR="00BB6C49" w:rsidRPr="00C0311C" w:rsidRDefault="00BB6C49" w:rsidP="00BC731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、具有相关专业中级及以上专业技术职称；</w:t>
            </w:r>
          </w:p>
          <w:p w:rsidR="00BB6C49" w:rsidRPr="00DC044A" w:rsidRDefault="00BB6C49" w:rsidP="00BC7319">
            <w:pPr>
              <w:widowControl/>
              <w:jc w:val="left"/>
              <w:rPr>
                <w:rFonts w:ascii="仿宋_GB2312" w:eastAsia="仿宋_GB2312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具</w:t>
            </w:r>
            <w:r w:rsidRPr="00DC044A">
              <w:rPr>
                <w:rFonts w:ascii="仿宋_GB2312" w:eastAsia="仿宋_GB2312" w:hint="eastAsia"/>
                <w:sz w:val="18"/>
                <w:szCs w:val="18"/>
              </w:rPr>
              <w:t>有特种作业操作证、电工进网作业许可证、高压或低压操作证；</w:t>
            </w:r>
          </w:p>
          <w:p w:rsidR="00BB6C49" w:rsidRPr="00C0311C" w:rsidRDefault="00BB6C49" w:rsidP="00BC7319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C044A">
              <w:rPr>
                <w:rFonts w:ascii="仿宋_GB2312" w:eastAsia="仿宋_GB2312"/>
                <w:sz w:val="18"/>
                <w:szCs w:val="18"/>
              </w:rPr>
              <w:t>5</w:t>
            </w:r>
            <w:r w:rsidRPr="00DC044A">
              <w:rPr>
                <w:rFonts w:ascii="仿宋_GB2312" w:eastAsia="仿宋_GB2312" w:hint="eastAsia"/>
                <w:sz w:val="18"/>
                <w:szCs w:val="18"/>
              </w:rPr>
              <w:t>、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本市户口。</w:t>
            </w:r>
          </w:p>
        </w:tc>
      </w:tr>
      <w:tr w:rsidR="00BB6C49" w:rsidRPr="00DC044A" w:rsidTr="00975D6E">
        <w:trPr>
          <w:trHeight w:val="1042"/>
          <w:jc w:val="center"/>
        </w:trPr>
        <w:tc>
          <w:tcPr>
            <w:tcW w:w="680" w:type="dxa"/>
            <w:vAlign w:val="center"/>
          </w:tcPr>
          <w:p w:rsidR="00BB6C49" w:rsidRPr="00DC044A" w:rsidRDefault="00BB6C49" w:rsidP="00BC7319">
            <w:pPr>
              <w:spacing w:line="360" w:lineRule="auto"/>
              <w:jc w:val="center"/>
              <w:rPr>
                <w:rFonts w:ascii="仿宋_GB2312" w:eastAsia="仿宋_GB2312" w:hAnsi="宋体"/>
                <w:sz w:val="18"/>
                <w:szCs w:val="18"/>
              </w:rPr>
            </w:pPr>
            <w:r w:rsidRPr="00DC044A">
              <w:rPr>
                <w:rFonts w:ascii="仿宋_GB2312" w:eastAsia="仿宋_GB2312" w:hAnsi="宋体"/>
                <w:sz w:val="18"/>
                <w:szCs w:val="18"/>
              </w:rPr>
              <w:t>4</w:t>
            </w:r>
          </w:p>
        </w:tc>
        <w:tc>
          <w:tcPr>
            <w:tcW w:w="1377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会计</w:t>
            </w:r>
          </w:p>
        </w:tc>
        <w:tc>
          <w:tcPr>
            <w:tcW w:w="851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BB6C49" w:rsidRPr="00C0311C" w:rsidRDefault="00BB6C49" w:rsidP="004F0A4C">
            <w:pPr>
              <w:widowControl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会计统计核算工作</w:t>
            </w:r>
          </w:p>
        </w:tc>
        <w:tc>
          <w:tcPr>
            <w:tcW w:w="2126" w:type="dxa"/>
            <w:vAlign w:val="center"/>
          </w:tcPr>
          <w:p w:rsidR="00BB6C49" w:rsidRPr="00C0311C" w:rsidRDefault="00BB6C49" w:rsidP="00403D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会计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会计学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财务会计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专业；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会计与统计核算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992" w:type="dxa"/>
            <w:vAlign w:val="center"/>
          </w:tcPr>
          <w:p w:rsidR="00BB6C49" w:rsidRPr="00C0311C" w:rsidRDefault="00BB6C49" w:rsidP="00BC731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134" w:type="dxa"/>
            <w:vAlign w:val="center"/>
          </w:tcPr>
          <w:p w:rsidR="00BB6C49" w:rsidRPr="00C0311C" w:rsidRDefault="00BB6C49" w:rsidP="00BC7319">
            <w:pPr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0311C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40</w:t>
            </w:r>
            <w:r w:rsidRPr="00C0311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岁以下</w:t>
            </w:r>
          </w:p>
        </w:tc>
        <w:tc>
          <w:tcPr>
            <w:tcW w:w="5852" w:type="dxa"/>
            <w:vAlign w:val="center"/>
          </w:tcPr>
          <w:p w:rsidR="00BB6C49" w:rsidRPr="00E81572" w:rsidRDefault="00BB6C49" w:rsidP="00E8157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</w:t>
            </w:r>
            <w:r w:rsidRPr="00E815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五年以上相关工作经历；</w:t>
            </w:r>
            <w:r w:rsidRPr="00E81572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</w:t>
            </w:r>
            <w:r w:rsidRPr="00E815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、具有会计从业资格证书和会计师（中级）</w:t>
            </w:r>
          </w:p>
          <w:p w:rsidR="00BB6C49" w:rsidRPr="005F7B78" w:rsidRDefault="00BB6C49" w:rsidP="005F7B7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F7B7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及以上专业技术职称；</w:t>
            </w:r>
            <w:r w:rsidRPr="005F7B7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</w:t>
            </w:r>
            <w:r w:rsidRPr="005F7B7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、本市户口。</w:t>
            </w:r>
          </w:p>
        </w:tc>
      </w:tr>
    </w:tbl>
    <w:p w:rsidR="00BB6C49" w:rsidRDefault="00BB6C49" w:rsidP="00BB6C49">
      <w:pPr>
        <w:ind w:firstLineChars="2750" w:firstLine="31680"/>
        <w:rPr>
          <w:rFonts w:ascii="宋体"/>
          <w:sz w:val="24"/>
        </w:rPr>
      </w:pPr>
      <w:r w:rsidRPr="001910D9">
        <w:rPr>
          <w:rFonts w:ascii="宋体" w:hAnsi="宋体"/>
          <w:sz w:val="24"/>
        </w:rPr>
        <w:t xml:space="preserve">                           </w:t>
      </w:r>
      <w:bookmarkStart w:id="0" w:name="_GoBack"/>
      <w:bookmarkEnd w:id="0"/>
    </w:p>
    <w:p w:rsidR="00BB6C49" w:rsidRDefault="00BB6C49" w:rsidP="00F162CA">
      <w:pPr>
        <w:rPr>
          <w:rFonts w:ascii="仿宋_GB2312" w:eastAsia="仿宋_GB2312" w:hAnsi="仿宋"/>
          <w:sz w:val="32"/>
          <w:szCs w:val="32"/>
        </w:rPr>
        <w:sectPr w:rsidR="00BB6C49" w:rsidSect="00215FA0">
          <w:footerReference w:type="default" r:id="rId7"/>
          <w:pgSz w:w="16838" w:h="11906" w:orient="landscape" w:code="9"/>
          <w:pgMar w:top="964" w:right="1418" w:bottom="964" w:left="1418" w:header="851" w:footer="851" w:gutter="0"/>
          <w:cols w:space="425"/>
          <w:docGrid w:type="linesAndChars" w:linePitch="312"/>
        </w:sectPr>
      </w:pPr>
    </w:p>
    <w:p w:rsidR="00BB6C49" w:rsidRPr="00F70C95" w:rsidRDefault="00BB6C49" w:rsidP="00833B08">
      <w:pPr>
        <w:tabs>
          <w:tab w:val="left" w:pos="6840"/>
        </w:tabs>
        <w:spacing w:line="360" w:lineRule="exact"/>
      </w:pPr>
    </w:p>
    <w:sectPr w:rsidR="00BB6C49" w:rsidRPr="00F70C95" w:rsidSect="002F4267">
      <w:pgSz w:w="11906" w:h="16838" w:code="9"/>
      <w:pgMar w:top="737" w:right="964" w:bottom="737" w:left="964" w:header="851" w:footer="851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C49" w:rsidRDefault="00BB6C49" w:rsidP="00FA2898">
      <w:r>
        <w:separator/>
      </w:r>
    </w:p>
  </w:endnote>
  <w:endnote w:type="continuationSeparator" w:id="0">
    <w:p w:rsidR="00BB6C49" w:rsidRDefault="00BB6C49" w:rsidP="00FA2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C49" w:rsidRDefault="00BB6C49">
    <w:pPr>
      <w:pStyle w:val="Footer"/>
      <w:jc w:val="right"/>
    </w:pPr>
    <w:fldSimple w:instr="PAGE   \* MERGEFORMAT">
      <w:r w:rsidRPr="00833B08">
        <w:rPr>
          <w:noProof/>
          <w:lang w:val="zh-CN"/>
        </w:rPr>
        <w:t>1</w:t>
      </w:r>
    </w:fldSimple>
  </w:p>
  <w:p w:rsidR="00BB6C49" w:rsidRDefault="00BB6C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C49" w:rsidRDefault="00BB6C49" w:rsidP="00FA2898">
      <w:r>
        <w:separator/>
      </w:r>
    </w:p>
  </w:footnote>
  <w:footnote w:type="continuationSeparator" w:id="0">
    <w:p w:rsidR="00BB6C49" w:rsidRDefault="00BB6C49" w:rsidP="00FA28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D18C8"/>
    <w:multiLevelType w:val="hybridMultilevel"/>
    <w:tmpl w:val="C3D2D764"/>
    <w:lvl w:ilvl="0" w:tplc="BEBE1062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1BFD7EF0"/>
    <w:multiLevelType w:val="hybridMultilevel"/>
    <w:tmpl w:val="DAEAE3AC"/>
    <w:lvl w:ilvl="0" w:tplc="465E0FC2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D7C4846"/>
    <w:multiLevelType w:val="hybridMultilevel"/>
    <w:tmpl w:val="BEBCC364"/>
    <w:lvl w:ilvl="0" w:tplc="D3C23CBE">
      <w:start w:val="1"/>
      <w:numFmt w:val="japaneseCounting"/>
      <w:lvlText w:val="（%1）"/>
      <w:lvlJc w:val="left"/>
      <w:pPr>
        <w:ind w:left="172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3">
    <w:nsid w:val="2DB8320D"/>
    <w:multiLevelType w:val="hybridMultilevel"/>
    <w:tmpl w:val="46743C0A"/>
    <w:lvl w:ilvl="0" w:tplc="61C2D56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1B23A28"/>
    <w:multiLevelType w:val="hybridMultilevel"/>
    <w:tmpl w:val="FE86DDA2"/>
    <w:lvl w:ilvl="0" w:tplc="FD4AC98E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5">
    <w:nsid w:val="4D805F29"/>
    <w:multiLevelType w:val="hybridMultilevel"/>
    <w:tmpl w:val="F8800BFC"/>
    <w:lvl w:ilvl="0" w:tplc="E1287286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6">
    <w:nsid w:val="5D221DDC"/>
    <w:multiLevelType w:val="hybridMultilevel"/>
    <w:tmpl w:val="71565FE8"/>
    <w:lvl w:ilvl="0" w:tplc="94668F72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B7C"/>
    <w:rsid w:val="000016F0"/>
    <w:rsid w:val="00005DB9"/>
    <w:rsid w:val="00012705"/>
    <w:rsid w:val="00020C96"/>
    <w:rsid w:val="000224E4"/>
    <w:rsid w:val="000341FB"/>
    <w:rsid w:val="000640B4"/>
    <w:rsid w:val="00073603"/>
    <w:rsid w:val="00073E08"/>
    <w:rsid w:val="0008228A"/>
    <w:rsid w:val="000A5F29"/>
    <w:rsid w:val="000B21EB"/>
    <w:rsid w:val="000D44D6"/>
    <w:rsid w:val="000F1DD7"/>
    <w:rsid w:val="000F4FCF"/>
    <w:rsid w:val="00100106"/>
    <w:rsid w:val="0011146D"/>
    <w:rsid w:val="00112146"/>
    <w:rsid w:val="00112A6D"/>
    <w:rsid w:val="001165FC"/>
    <w:rsid w:val="0012048C"/>
    <w:rsid w:val="001568A9"/>
    <w:rsid w:val="00177383"/>
    <w:rsid w:val="001910D9"/>
    <w:rsid w:val="0019187A"/>
    <w:rsid w:val="00192C48"/>
    <w:rsid w:val="00196A74"/>
    <w:rsid w:val="001A6D12"/>
    <w:rsid w:val="001B13D0"/>
    <w:rsid w:val="001B2173"/>
    <w:rsid w:val="001B76C6"/>
    <w:rsid w:val="001B7774"/>
    <w:rsid w:val="001C0A8D"/>
    <w:rsid w:val="001C6408"/>
    <w:rsid w:val="001D3A9E"/>
    <w:rsid w:val="001E164A"/>
    <w:rsid w:val="001F0F7D"/>
    <w:rsid w:val="00207F6A"/>
    <w:rsid w:val="00211612"/>
    <w:rsid w:val="00215FA0"/>
    <w:rsid w:val="00252CA7"/>
    <w:rsid w:val="002B6733"/>
    <w:rsid w:val="002B7AF7"/>
    <w:rsid w:val="002C6266"/>
    <w:rsid w:val="002C737A"/>
    <w:rsid w:val="002C7D09"/>
    <w:rsid w:val="002D4623"/>
    <w:rsid w:val="002E7B3B"/>
    <w:rsid w:val="002F4267"/>
    <w:rsid w:val="002F7FA2"/>
    <w:rsid w:val="00315FBE"/>
    <w:rsid w:val="0031770B"/>
    <w:rsid w:val="00321C53"/>
    <w:rsid w:val="003317B8"/>
    <w:rsid w:val="00345754"/>
    <w:rsid w:val="00346C45"/>
    <w:rsid w:val="003852E8"/>
    <w:rsid w:val="003C693A"/>
    <w:rsid w:val="003D5CE0"/>
    <w:rsid w:val="003D5E84"/>
    <w:rsid w:val="00403DFC"/>
    <w:rsid w:val="00406EEC"/>
    <w:rsid w:val="00414E15"/>
    <w:rsid w:val="004240E2"/>
    <w:rsid w:val="004316BE"/>
    <w:rsid w:val="00434135"/>
    <w:rsid w:val="00434D9B"/>
    <w:rsid w:val="00434F2E"/>
    <w:rsid w:val="00435E0D"/>
    <w:rsid w:val="00440AF4"/>
    <w:rsid w:val="004452AC"/>
    <w:rsid w:val="00453A5E"/>
    <w:rsid w:val="004570B1"/>
    <w:rsid w:val="00463654"/>
    <w:rsid w:val="00470F88"/>
    <w:rsid w:val="0047680E"/>
    <w:rsid w:val="00486BD9"/>
    <w:rsid w:val="004904C1"/>
    <w:rsid w:val="004A097F"/>
    <w:rsid w:val="004A0B58"/>
    <w:rsid w:val="004A2663"/>
    <w:rsid w:val="004D470C"/>
    <w:rsid w:val="004F0A4C"/>
    <w:rsid w:val="004F3710"/>
    <w:rsid w:val="004F7064"/>
    <w:rsid w:val="005117C1"/>
    <w:rsid w:val="00544C90"/>
    <w:rsid w:val="00546424"/>
    <w:rsid w:val="00552B0D"/>
    <w:rsid w:val="00572E79"/>
    <w:rsid w:val="00580928"/>
    <w:rsid w:val="005815CE"/>
    <w:rsid w:val="00583D14"/>
    <w:rsid w:val="005A27FF"/>
    <w:rsid w:val="005A57FF"/>
    <w:rsid w:val="005B30B8"/>
    <w:rsid w:val="005C2F4D"/>
    <w:rsid w:val="005C4D42"/>
    <w:rsid w:val="005D04B7"/>
    <w:rsid w:val="005D0589"/>
    <w:rsid w:val="005D4AA3"/>
    <w:rsid w:val="005E3B5D"/>
    <w:rsid w:val="005F14CF"/>
    <w:rsid w:val="005F5DB4"/>
    <w:rsid w:val="005F7B78"/>
    <w:rsid w:val="00601A8F"/>
    <w:rsid w:val="0060453B"/>
    <w:rsid w:val="00610959"/>
    <w:rsid w:val="00622F8D"/>
    <w:rsid w:val="006424F4"/>
    <w:rsid w:val="006512D0"/>
    <w:rsid w:val="00655A00"/>
    <w:rsid w:val="00657E4E"/>
    <w:rsid w:val="00667933"/>
    <w:rsid w:val="00671EBE"/>
    <w:rsid w:val="00675A47"/>
    <w:rsid w:val="00675C3F"/>
    <w:rsid w:val="00693F88"/>
    <w:rsid w:val="0069675D"/>
    <w:rsid w:val="00697519"/>
    <w:rsid w:val="006A592B"/>
    <w:rsid w:val="006A6E07"/>
    <w:rsid w:val="006B21C1"/>
    <w:rsid w:val="006C7F88"/>
    <w:rsid w:val="006D2861"/>
    <w:rsid w:val="006D70A5"/>
    <w:rsid w:val="006F4633"/>
    <w:rsid w:val="007012A8"/>
    <w:rsid w:val="0072278F"/>
    <w:rsid w:val="0072657F"/>
    <w:rsid w:val="00743131"/>
    <w:rsid w:val="0077309A"/>
    <w:rsid w:val="00783F01"/>
    <w:rsid w:val="00792C40"/>
    <w:rsid w:val="00792CB4"/>
    <w:rsid w:val="007B0280"/>
    <w:rsid w:val="007B03DA"/>
    <w:rsid w:val="007B1C5C"/>
    <w:rsid w:val="007D4F10"/>
    <w:rsid w:val="007E23AB"/>
    <w:rsid w:val="007E3EBB"/>
    <w:rsid w:val="007F1547"/>
    <w:rsid w:val="007F296D"/>
    <w:rsid w:val="007F5C6A"/>
    <w:rsid w:val="00812F06"/>
    <w:rsid w:val="00833B08"/>
    <w:rsid w:val="00844ABD"/>
    <w:rsid w:val="008533C9"/>
    <w:rsid w:val="008620F0"/>
    <w:rsid w:val="008650AE"/>
    <w:rsid w:val="008650FD"/>
    <w:rsid w:val="00870C8A"/>
    <w:rsid w:val="0087257C"/>
    <w:rsid w:val="00885D22"/>
    <w:rsid w:val="008922C2"/>
    <w:rsid w:val="0089282C"/>
    <w:rsid w:val="008940D6"/>
    <w:rsid w:val="00894EBC"/>
    <w:rsid w:val="00896B72"/>
    <w:rsid w:val="008A20A2"/>
    <w:rsid w:val="008A52E2"/>
    <w:rsid w:val="008A6472"/>
    <w:rsid w:val="008B3749"/>
    <w:rsid w:val="008D5D09"/>
    <w:rsid w:val="008D5DF3"/>
    <w:rsid w:val="008E370D"/>
    <w:rsid w:val="008E5AAD"/>
    <w:rsid w:val="008F200C"/>
    <w:rsid w:val="008F2186"/>
    <w:rsid w:val="00903DB3"/>
    <w:rsid w:val="00927852"/>
    <w:rsid w:val="0093005D"/>
    <w:rsid w:val="009451C0"/>
    <w:rsid w:val="00951C3C"/>
    <w:rsid w:val="009535A1"/>
    <w:rsid w:val="0096656D"/>
    <w:rsid w:val="00973758"/>
    <w:rsid w:val="009750B0"/>
    <w:rsid w:val="00975D6E"/>
    <w:rsid w:val="00992E06"/>
    <w:rsid w:val="009A0E0C"/>
    <w:rsid w:val="009A20B8"/>
    <w:rsid w:val="009A7C11"/>
    <w:rsid w:val="009B78D1"/>
    <w:rsid w:val="009F1F8B"/>
    <w:rsid w:val="009F63E9"/>
    <w:rsid w:val="00A12842"/>
    <w:rsid w:val="00A154CB"/>
    <w:rsid w:val="00A364BC"/>
    <w:rsid w:val="00A627BE"/>
    <w:rsid w:val="00A765AF"/>
    <w:rsid w:val="00A83DF0"/>
    <w:rsid w:val="00A87429"/>
    <w:rsid w:val="00AD4BA0"/>
    <w:rsid w:val="00AF1762"/>
    <w:rsid w:val="00AF60B6"/>
    <w:rsid w:val="00B01050"/>
    <w:rsid w:val="00B0682E"/>
    <w:rsid w:val="00B10601"/>
    <w:rsid w:val="00B12736"/>
    <w:rsid w:val="00B16825"/>
    <w:rsid w:val="00B24D64"/>
    <w:rsid w:val="00B26BDF"/>
    <w:rsid w:val="00B368B9"/>
    <w:rsid w:val="00B36A1D"/>
    <w:rsid w:val="00B4108F"/>
    <w:rsid w:val="00B4360A"/>
    <w:rsid w:val="00B43C06"/>
    <w:rsid w:val="00B45C33"/>
    <w:rsid w:val="00B52594"/>
    <w:rsid w:val="00B56167"/>
    <w:rsid w:val="00B562E9"/>
    <w:rsid w:val="00B567B5"/>
    <w:rsid w:val="00B63227"/>
    <w:rsid w:val="00B67678"/>
    <w:rsid w:val="00B76081"/>
    <w:rsid w:val="00B84C44"/>
    <w:rsid w:val="00BB3D9A"/>
    <w:rsid w:val="00BB6C49"/>
    <w:rsid w:val="00BC4D53"/>
    <w:rsid w:val="00BC6408"/>
    <w:rsid w:val="00BC7319"/>
    <w:rsid w:val="00BD5AAA"/>
    <w:rsid w:val="00BE252A"/>
    <w:rsid w:val="00BE6F3C"/>
    <w:rsid w:val="00C0311C"/>
    <w:rsid w:val="00C10A28"/>
    <w:rsid w:val="00C35229"/>
    <w:rsid w:val="00C37A62"/>
    <w:rsid w:val="00C4723B"/>
    <w:rsid w:val="00C52BC8"/>
    <w:rsid w:val="00C5449D"/>
    <w:rsid w:val="00C96033"/>
    <w:rsid w:val="00CA2A4C"/>
    <w:rsid w:val="00CA3E64"/>
    <w:rsid w:val="00CC26C9"/>
    <w:rsid w:val="00CD08F5"/>
    <w:rsid w:val="00CD3148"/>
    <w:rsid w:val="00CE0C1B"/>
    <w:rsid w:val="00CF2B47"/>
    <w:rsid w:val="00D028DB"/>
    <w:rsid w:val="00D051AA"/>
    <w:rsid w:val="00D14494"/>
    <w:rsid w:val="00D35E95"/>
    <w:rsid w:val="00D621C4"/>
    <w:rsid w:val="00D808B4"/>
    <w:rsid w:val="00DA5A1C"/>
    <w:rsid w:val="00DB0F4A"/>
    <w:rsid w:val="00DB398C"/>
    <w:rsid w:val="00DC044A"/>
    <w:rsid w:val="00DE31DD"/>
    <w:rsid w:val="00DF0B7C"/>
    <w:rsid w:val="00DF66D7"/>
    <w:rsid w:val="00E12EB5"/>
    <w:rsid w:val="00E14200"/>
    <w:rsid w:val="00E14F7A"/>
    <w:rsid w:val="00E15C02"/>
    <w:rsid w:val="00E168FB"/>
    <w:rsid w:val="00E43B63"/>
    <w:rsid w:val="00E50004"/>
    <w:rsid w:val="00E5539F"/>
    <w:rsid w:val="00E57AD4"/>
    <w:rsid w:val="00E67987"/>
    <w:rsid w:val="00E72F20"/>
    <w:rsid w:val="00E760C6"/>
    <w:rsid w:val="00E81572"/>
    <w:rsid w:val="00E87394"/>
    <w:rsid w:val="00E94E78"/>
    <w:rsid w:val="00EA10C3"/>
    <w:rsid w:val="00EA294A"/>
    <w:rsid w:val="00EA78BA"/>
    <w:rsid w:val="00EC5ED5"/>
    <w:rsid w:val="00ED207C"/>
    <w:rsid w:val="00ED6A87"/>
    <w:rsid w:val="00EE0387"/>
    <w:rsid w:val="00EE2531"/>
    <w:rsid w:val="00EF0D9F"/>
    <w:rsid w:val="00F10E3B"/>
    <w:rsid w:val="00F1173E"/>
    <w:rsid w:val="00F162CA"/>
    <w:rsid w:val="00F2041F"/>
    <w:rsid w:val="00F34131"/>
    <w:rsid w:val="00F507B7"/>
    <w:rsid w:val="00F64B1D"/>
    <w:rsid w:val="00F661E2"/>
    <w:rsid w:val="00F70C95"/>
    <w:rsid w:val="00F74EB9"/>
    <w:rsid w:val="00F76BA2"/>
    <w:rsid w:val="00F80C81"/>
    <w:rsid w:val="00F8429A"/>
    <w:rsid w:val="00FA2898"/>
    <w:rsid w:val="00FB3C2B"/>
    <w:rsid w:val="00FC1015"/>
    <w:rsid w:val="00FD0D25"/>
    <w:rsid w:val="00FD19CF"/>
    <w:rsid w:val="00FD35EE"/>
    <w:rsid w:val="00FE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146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A28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A2898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A28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A2898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FA2898"/>
    <w:pPr>
      <w:ind w:firstLineChars="200" w:firstLine="420"/>
    </w:pPr>
  </w:style>
  <w:style w:type="character" w:styleId="Hyperlink">
    <w:name w:val="Hyperlink"/>
    <w:basedOn w:val="DefaultParagraphFont"/>
    <w:uiPriority w:val="99"/>
    <w:rsid w:val="00FA2898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572E7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572E79"/>
    <w:rPr>
      <w:rFonts w:ascii="宋体" w:eastAsia="宋体" w:hAnsi="宋体" w:cs="宋体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9675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75D"/>
    <w:rPr>
      <w:rFonts w:cs="Times New Roman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rsid w:val="006A6E0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6A6E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945</TotalTime>
  <Pages>2</Pages>
  <Words>124</Words>
  <Characters>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</dc:creator>
  <cp:keywords/>
  <dc:description/>
  <cp:lastModifiedBy>User</cp:lastModifiedBy>
  <cp:revision>155</cp:revision>
  <cp:lastPrinted>2016-11-24T02:47:00Z</cp:lastPrinted>
  <dcterms:created xsi:type="dcterms:W3CDTF">2016-07-28T06:04:00Z</dcterms:created>
  <dcterms:modified xsi:type="dcterms:W3CDTF">2016-11-26T04:38:00Z</dcterms:modified>
</cp:coreProperties>
</file>