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B9" w:rsidRPr="009309C5" w:rsidRDefault="00245CB9">
      <w:pPr>
        <w:spacing w:line="360" w:lineRule="atLeas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9309C5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</w:t>
      </w:r>
      <w:r w:rsidRPr="009309C5">
        <w:rPr>
          <w:rFonts w:ascii="仿宋" w:eastAsia="仿宋" w:hAnsi="仿宋" w:cs="仿宋_GB2312"/>
          <w:color w:val="000000"/>
          <w:kern w:val="0"/>
          <w:sz w:val="32"/>
          <w:szCs w:val="32"/>
        </w:rPr>
        <w:t>2</w:t>
      </w:r>
    </w:p>
    <w:p w:rsidR="00245CB9" w:rsidRDefault="00245CB9">
      <w:pPr>
        <w:adjustRightInd w:val="0"/>
        <w:snapToGrid w:val="0"/>
        <w:spacing w:line="30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天津城市建设管理职业技术学院</w:t>
      </w:r>
    </w:p>
    <w:p w:rsidR="00245CB9" w:rsidRDefault="00245CB9">
      <w:pPr>
        <w:adjustRightInd w:val="0"/>
        <w:snapToGrid w:val="0"/>
        <w:spacing w:line="30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应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聘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人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员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报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名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表</w:t>
      </w:r>
    </w:p>
    <w:p w:rsidR="00245CB9" w:rsidRDefault="00245CB9">
      <w:pPr>
        <w:adjustRightInd w:val="0"/>
        <w:snapToGrid w:val="0"/>
        <w:spacing w:line="300" w:lineRule="auto"/>
        <w:rPr>
          <w:rFonts w:ascii="黑体" w:eastAsia="黑体" w:hAnsi="黑体" w:cs="黑体"/>
          <w:sz w:val="32"/>
          <w:szCs w:val="32"/>
        </w:rPr>
      </w:pPr>
      <w:r>
        <w:rPr>
          <w:rFonts w:ascii="宋体" w:hAnsi="宋体" w:hint="eastAsia"/>
          <w:sz w:val="22"/>
        </w:rPr>
        <w:t>应聘岗位：</w:t>
      </w:r>
      <w:r>
        <w:rPr>
          <w:rFonts w:ascii="宋体" w:hAnsi="宋体"/>
          <w:sz w:val="22"/>
          <w:u w:val="single"/>
        </w:rPr>
        <w:t xml:space="preserve">                </w:t>
      </w:r>
      <w:r>
        <w:rPr>
          <w:rFonts w:ascii="宋体" w:hAnsi="宋体"/>
          <w:sz w:val="22"/>
        </w:rPr>
        <w:t xml:space="preserve">                                    </w:t>
      </w:r>
      <w:r>
        <w:rPr>
          <w:rFonts w:ascii="宋体" w:hAnsi="宋体" w:hint="eastAsia"/>
          <w:sz w:val="22"/>
        </w:rPr>
        <w:t>填表日期：</w:t>
      </w:r>
      <w:r>
        <w:rPr>
          <w:rFonts w:ascii="宋体" w:hAnsi="宋体"/>
          <w:sz w:val="22"/>
          <w:u w:val="single"/>
        </w:rPr>
        <w:t xml:space="preserve">     </w:t>
      </w:r>
      <w:r>
        <w:rPr>
          <w:rFonts w:ascii="宋体" w:hAnsi="宋体" w:hint="eastAsia"/>
          <w:sz w:val="22"/>
        </w:rPr>
        <w:t>年</w:t>
      </w:r>
      <w:r>
        <w:rPr>
          <w:rFonts w:ascii="宋体" w:hAnsi="宋体"/>
          <w:sz w:val="22"/>
          <w:u w:val="single"/>
        </w:rPr>
        <w:t xml:space="preserve">    </w:t>
      </w:r>
      <w:r>
        <w:rPr>
          <w:rFonts w:ascii="宋体" w:hAnsi="宋体" w:hint="eastAsia"/>
          <w:sz w:val="22"/>
        </w:rPr>
        <w:t>月</w:t>
      </w:r>
      <w:r>
        <w:rPr>
          <w:rFonts w:ascii="宋体" w:hAnsi="宋体"/>
          <w:sz w:val="22"/>
          <w:u w:val="single"/>
        </w:rPr>
        <w:t xml:space="preserve">    </w:t>
      </w:r>
      <w:r>
        <w:rPr>
          <w:rFonts w:ascii="宋体" w:hAnsi="宋体" w:hint="eastAsia"/>
          <w:sz w:val="22"/>
        </w:rPr>
        <w:t>日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4"/>
        <w:gridCol w:w="488"/>
        <w:gridCol w:w="1099"/>
        <w:gridCol w:w="1418"/>
        <w:gridCol w:w="316"/>
        <w:gridCol w:w="221"/>
        <w:gridCol w:w="448"/>
        <w:gridCol w:w="433"/>
        <w:gridCol w:w="158"/>
        <w:gridCol w:w="579"/>
        <w:gridCol w:w="300"/>
        <w:gridCol w:w="381"/>
        <w:gridCol w:w="339"/>
        <w:gridCol w:w="1079"/>
        <w:gridCol w:w="202"/>
        <w:gridCol w:w="47"/>
        <w:gridCol w:w="1169"/>
      </w:tblGrid>
      <w:tr w:rsidR="00245CB9" w:rsidRPr="005443BC">
        <w:trPr>
          <w:trHeight w:val="363"/>
          <w:jc w:val="center"/>
        </w:trPr>
        <w:tc>
          <w:tcPr>
            <w:tcW w:w="10021" w:type="dxa"/>
            <w:gridSpan w:val="17"/>
            <w:vAlign w:val="center"/>
          </w:tcPr>
          <w:p w:rsidR="00245CB9" w:rsidRPr="005443BC" w:rsidRDefault="00245CB9" w:rsidP="00DB311A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bCs/>
                <w:sz w:val="22"/>
              </w:rPr>
            </w:pPr>
            <w:r w:rsidRPr="005443BC">
              <w:rPr>
                <w:rFonts w:ascii="宋体" w:hAnsi="宋体" w:hint="eastAsia"/>
                <w:b/>
                <w:bCs/>
                <w:sz w:val="22"/>
              </w:rPr>
              <w:t>个人基本信息</w:t>
            </w: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姓</w:t>
            </w:r>
            <w:r w:rsidRPr="005443BC">
              <w:rPr>
                <w:rFonts w:ascii="宋体" w:hAnsi="宋体"/>
                <w:sz w:val="22"/>
              </w:rPr>
              <w:t xml:space="preserve">    </w:t>
            </w:r>
            <w:r w:rsidRPr="005443BC">
              <w:rPr>
                <w:rFonts w:ascii="宋体" w:hAnsi="宋体" w:hint="eastAsia"/>
                <w:sz w:val="22"/>
              </w:rPr>
              <w:t>名</w:t>
            </w:r>
          </w:p>
        </w:tc>
        <w:tc>
          <w:tcPr>
            <w:tcW w:w="1587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性</w:t>
            </w:r>
            <w:r w:rsidRPr="005443BC">
              <w:rPr>
                <w:rFonts w:ascii="宋体" w:hAnsi="宋体"/>
                <w:sz w:val="22"/>
              </w:rPr>
              <w:t xml:space="preserve">    </w:t>
            </w:r>
            <w:r w:rsidRPr="005443BC">
              <w:rPr>
                <w:rFonts w:ascii="宋体" w:hAnsi="宋体" w:hint="eastAsia"/>
                <w:sz w:val="22"/>
              </w:rPr>
              <w:t>别</w:t>
            </w: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出生日期</w:t>
            </w:r>
          </w:p>
        </w:tc>
        <w:tc>
          <w:tcPr>
            <w:tcW w:w="1418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3"/>
            <w:vMerge w:val="restart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（相片）</w:t>
            </w: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民</w:t>
            </w:r>
            <w:r w:rsidRPr="005443BC">
              <w:rPr>
                <w:rFonts w:ascii="宋体" w:hAnsi="宋体"/>
                <w:sz w:val="22"/>
              </w:rPr>
              <w:t xml:space="preserve">    </w:t>
            </w:r>
            <w:r w:rsidRPr="005443BC">
              <w:rPr>
                <w:rFonts w:ascii="宋体" w:hAnsi="宋体" w:hint="eastAsia"/>
                <w:sz w:val="22"/>
              </w:rPr>
              <w:t>族</w:t>
            </w:r>
          </w:p>
        </w:tc>
        <w:tc>
          <w:tcPr>
            <w:tcW w:w="1587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婚姻状况</w:t>
            </w: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身份证号码</w:t>
            </w:r>
          </w:p>
        </w:tc>
        <w:tc>
          <w:tcPr>
            <w:tcW w:w="4423" w:type="dxa"/>
            <w:gridSpan w:val="7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籍</w:t>
            </w:r>
            <w:r w:rsidRPr="005443BC">
              <w:rPr>
                <w:rFonts w:ascii="宋体" w:hAnsi="宋体"/>
                <w:sz w:val="22"/>
              </w:rPr>
              <w:t xml:space="preserve">    </w:t>
            </w:r>
            <w:r w:rsidRPr="005443BC">
              <w:rPr>
                <w:rFonts w:ascii="宋体" w:hAnsi="宋体" w:hint="eastAsia"/>
                <w:sz w:val="22"/>
              </w:rPr>
              <w:t>贯</w:t>
            </w:r>
          </w:p>
        </w:tc>
        <w:tc>
          <w:tcPr>
            <w:tcW w:w="1418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最高学历</w:t>
            </w:r>
          </w:p>
        </w:tc>
        <w:tc>
          <w:tcPr>
            <w:tcW w:w="1587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最高学位</w:t>
            </w: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 w:rsidP="00245CB9">
            <w:pPr>
              <w:adjustRightInd w:val="0"/>
              <w:snapToGrid w:val="0"/>
              <w:spacing w:line="300" w:lineRule="auto"/>
              <w:ind w:leftChars="-57" w:left="31680" w:rightChars="-56" w:right="31680" w:hangingChars="54" w:firstLine="31680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参加工作时间</w:t>
            </w:r>
          </w:p>
        </w:tc>
        <w:tc>
          <w:tcPr>
            <w:tcW w:w="2836" w:type="dxa"/>
            <w:gridSpan w:val="5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813"/>
          <w:jc w:val="center"/>
        </w:trPr>
        <w:tc>
          <w:tcPr>
            <w:tcW w:w="1344" w:type="dxa"/>
            <w:vAlign w:val="center"/>
          </w:tcPr>
          <w:p w:rsidR="00245CB9" w:rsidRPr="005443BC" w:rsidRDefault="00245CB9" w:rsidP="00245CB9">
            <w:pPr>
              <w:adjustRightInd w:val="0"/>
              <w:snapToGrid w:val="0"/>
              <w:spacing w:line="300" w:lineRule="auto"/>
              <w:ind w:leftChars="-47" w:left="31680" w:rightChars="-62" w:right="31680" w:hangingChars="45" w:firstLine="31680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专业技术</w:t>
            </w:r>
          </w:p>
          <w:p w:rsidR="00245CB9" w:rsidRPr="005443BC" w:rsidRDefault="00245CB9" w:rsidP="00245CB9">
            <w:pPr>
              <w:adjustRightInd w:val="0"/>
              <w:snapToGrid w:val="0"/>
              <w:spacing w:line="300" w:lineRule="auto"/>
              <w:ind w:leftChars="-47" w:left="31680" w:rightChars="-62" w:right="31680" w:hangingChars="45" w:firstLine="31680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职务名称</w:t>
            </w:r>
          </w:p>
        </w:tc>
        <w:tc>
          <w:tcPr>
            <w:tcW w:w="1587" w:type="dxa"/>
            <w:gridSpan w:val="2"/>
            <w:vAlign w:val="center"/>
          </w:tcPr>
          <w:p w:rsidR="00245CB9" w:rsidRPr="005443BC" w:rsidRDefault="00245CB9">
            <w:pPr>
              <w:wordWrap w:val="0"/>
              <w:adjustRightInd w:val="0"/>
              <w:snapToGrid w:val="0"/>
              <w:spacing w:line="300" w:lineRule="auto"/>
              <w:jc w:val="right"/>
              <w:rPr>
                <w:rFonts w:ascii="宋体" w:hAnsi="宋体"/>
                <w:sz w:val="22"/>
              </w:rPr>
            </w:pPr>
            <w:r w:rsidRPr="005443BC">
              <w:rPr>
                <w:rFonts w:ascii="宋体" w:hAnsi="宋体"/>
                <w:sz w:val="22"/>
              </w:rPr>
              <w:t xml:space="preserve">                       </w:t>
            </w:r>
          </w:p>
        </w:tc>
        <w:tc>
          <w:tcPr>
            <w:tcW w:w="1418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获取时间</w:t>
            </w: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wordWrap w:val="0"/>
              <w:adjustRightInd w:val="0"/>
              <w:snapToGrid w:val="0"/>
              <w:spacing w:line="300" w:lineRule="auto"/>
              <w:rPr>
                <w:rFonts w:ascii="宋体"/>
                <w:sz w:val="22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发证单位</w:t>
            </w:r>
          </w:p>
        </w:tc>
        <w:tc>
          <w:tcPr>
            <w:tcW w:w="2836" w:type="dxa"/>
            <w:gridSpan w:val="5"/>
            <w:vAlign w:val="center"/>
          </w:tcPr>
          <w:p w:rsidR="00245CB9" w:rsidRPr="005443BC" w:rsidRDefault="00245CB9">
            <w:pPr>
              <w:wordWrap w:val="0"/>
              <w:adjustRightInd w:val="0"/>
              <w:snapToGrid w:val="0"/>
              <w:spacing w:line="300" w:lineRule="auto"/>
              <w:jc w:val="right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 w:rsidP="00245CB9">
            <w:pPr>
              <w:adjustRightInd w:val="0"/>
              <w:snapToGrid w:val="0"/>
              <w:spacing w:line="300" w:lineRule="auto"/>
              <w:ind w:leftChars="-47" w:left="31680" w:rightChars="-62" w:right="31680" w:hangingChars="45" w:firstLine="31680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家庭详细住址</w:t>
            </w:r>
          </w:p>
        </w:tc>
        <w:tc>
          <w:tcPr>
            <w:tcW w:w="8677" w:type="dxa"/>
            <w:gridSpan w:val="1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通讯地址</w:t>
            </w:r>
          </w:p>
        </w:tc>
        <w:tc>
          <w:tcPr>
            <w:tcW w:w="5460" w:type="dxa"/>
            <w:gridSpan w:val="10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邮箱</w:t>
            </w:r>
          </w:p>
        </w:tc>
        <w:tc>
          <w:tcPr>
            <w:tcW w:w="2497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户口所在地</w:t>
            </w:r>
          </w:p>
        </w:tc>
        <w:tc>
          <w:tcPr>
            <w:tcW w:w="399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联系电话</w:t>
            </w:r>
          </w:p>
        </w:tc>
        <w:tc>
          <w:tcPr>
            <w:tcW w:w="3517" w:type="dxa"/>
            <w:gridSpan w:val="7"/>
            <w:vAlign w:val="center"/>
          </w:tcPr>
          <w:p w:rsidR="00245CB9" w:rsidRPr="005443BC" w:rsidRDefault="00245CB9">
            <w:pPr>
              <w:pStyle w:val="1"/>
              <w:adjustRightInd w:val="0"/>
              <w:snapToGrid w:val="0"/>
              <w:spacing w:line="300" w:lineRule="auto"/>
              <w:ind w:firstLineChars="0" w:firstLine="0"/>
              <w:rPr>
                <w:rFonts w:ascii="宋体"/>
                <w:sz w:val="22"/>
              </w:rPr>
            </w:pPr>
            <w:r w:rsidRPr="005443BC">
              <w:rPr>
                <w:rFonts w:ascii="宋体" w:hAnsi="Wingdings" w:hint="eastAsia"/>
                <w:sz w:val="22"/>
              </w:rPr>
              <w:sym w:font="Wingdings" w:char="F081"/>
            </w:r>
            <w:r w:rsidRPr="005443BC">
              <w:rPr>
                <w:rFonts w:ascii="宋体" w:hAnsi="宋体"/>
                <w:sz w:val="22"/>
              </w:rPr>
              <w:t xml:space="preserve">              </w:t>
            </w:r>
            <w:r w:rsidRPr="005443BC">
              <w:rPr>
                <w:rFonts w:ascii="宋体" w:hAnsi="Wingdings" w:hint="eastAsia"/>
                <w:sz w:val="22"/>
              </w:rPr>
              <w:sym w:font="Wingdings" w:char="F082"/>
            </w:r>
          </w:p>
        </w:tc>
      </w:tr>
      <w:tr w:rsidR="00245CB9" w:rsidRPr="005443BC">
        <w:trPr>
          <w:trHeight w:val="363"/>
          <w:jc w:val="center"/>
        </w:trPr>
        <w:tc>
          <w:tcPr>
            <w:tcW w:w="10021" w:type="dxa"/>
            <w:gridSpan w:val="17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bCs/>
                <w:sz w:val="22"/>
              </w:rPr>
            </w:pPr>
            <w:r w:rsidRPr="005443BC">
              <w:rPr>
                <w:rFonts w:ascii="宋体" w:hAnsi="宋体" w:hint="eastAsia"/>
                <w:b/>
                <w:bCs/>
                <w:sz w:val="22"/>
              </w:rPr>
              <w:t>教育背景（从高中填起）</w:t>
            </w:r>
          </w:p>
        </w:tc>
      </w:tr>
      <w:tr w:rsidR="00245CB9" w:rsidRPr="005443BC">
        <w:trPr>
          <w:trHeight w:val="640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起止年月</w:t>
            </w:r>
          </w:p>
        </w:tc>
        <w:tc>
          <w:tcPr>
            <w:tcW w:w="3054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学校名称</w:t>
            </w:r>
          </w:p>
        </w:tc>
        <w:tc>
          <w:tcPr>
            <w:tcW w:w="2299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专业</w:t>
            </w:r>
          </w:p>
        </w:tc>
        <w:tc>
          <w:tcPr>
            <w:tcW w:w="1667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学历</w:t>
            </w:r>
            <w:r w:rsidRPr="005443BC">
              <w:rPr>
                <w:rFonts w:ascii="宋体" w:hAnsi="宋体"/>
                <w:sz w:val="22"/>
              </w:rPr>
              <w:t>/</w:t>
            </w:r>
            <w:r w:rsidRPr="005443BC">
              <w:rPr>
                <w:rFonts w:ascii="宋体" w:hAnsi="宋体" w:hint="eastAsia"/>
                <w:sz w:val="22"/>
              </w:rPr>
              <w:t>学位</w:t>
            </w:r>
          </w:p>
        </w:tc>
        <w:tc>
          <w:tcPr>
            <w:tcW w:w="116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是否为学生干部</w:t>
            </w:r>
          </w:p>
        </w:tc>
      </w:tr>
      <w:tr w:rsidR="00245CB9" w:rsidRPr="005443BC">
        <w:trPr>
          <w:trHeight w:val="520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3054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99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6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20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3054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99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6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20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3054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99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6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20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3054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99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6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363"/>
          <w:jc w:val="center"/>
        </w:trPr>
        <w:tc>
          <w:tcPr>
            <w:tcW w:w="10021" w:type="dxa"/>
            <w:gridSpan w:val="17"/>
            <w:vAlign w:val="center"/>
          </w:tcPr>
          <w:p w:rsidR="00245CB9" w:rsidRPr="005443BC" w:rsidRDefault="00245CB9" w:rsidP="00DB311A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bCs/>
                <w:sz w:val="22"/>
              </w:rPr>
            </w:pPr>
            <w:r w:rsidRPr="005443BC">
              <w:rPr>
                <w:rFonts w:ascii="宋体" w:hAnsi="宋体" w:hint="eastAsia"/>
                <w:b/>
                <w:bCs/>
                <w:sz w:val="22"/>
              </w:rPr>
              <w:t>工作经历（或社会实践经历）</w:t>
            </w:r>
          </w:p>
        </w:tc>
      </w:tr>
      <w:tr w:rsidR="00245CB9" w:rsidRPr="005443BC">
        <w:trPr>
          <w:trHeight w:val="579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起止年月</w:t>
            </w:r>
          </w:p>
        </w:tc>
        <w:tc>
          <w:tcPr>
            <w:tcW w:w="2833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单位</w:t>
            </w:r>
          </w:p>
        </w:tc>
        <w:tc>
          <w:tcPr>
            <w:tcW w:w="1260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担任职务</w:t>
            </w:r>
          </w:p>
        </w:tc>
        <w:tc>
          <w:tcPr>
            <w:tcW w:w="288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主要职责</w:t>
            </w:r>
          </w:p>
        </w:tc>
        <w:tc>
          <w:tcPr>
            <w:tcW w:w="1216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收入水平</w:t>
            </w:r>
          </w:p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（元</w:t>
            </w:r>
            <w:r w:rsidRPr="005443BC">
              <w:rPr>
                <w:rFonts w:ascii="宋体" w:hAnsi="宋体"/>
                <w:sz w:val="22"/>
              </w:rPr>
              <w:t>/</w:t>
            </w:r>
            <w:r w:rsidRPr="005443BC">
              <w:rPr>
                <w:rFonts w:ascii="宋体" w:hAnsi="宋体" w:hint="eastAsia"/>
                <w:sz w:val="22"/>
              </w:rPr>
              <w:t>月）</w:t>
            </w:r>
          </w:p>
        </w:tc>
      </w:tr>
      <w:tr w:rsidR="00245CB9" w:rsidRPr="005443BC">
        <w:trPr>
          <w:trHeight w:val="579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33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79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33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79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33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79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33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494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33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bookmarkStart w:id="0" w:name="_GoBack"/>
            <w:bookmarkEnd w:id="0"/>
          </w:p>
        </w:tc>
        <w:tc>
          <w:tcPr>
            <w:tcW w:w="1216" w:type="dxa"/>
            <w:gridSpan w:val="2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 w:rsidP="00245CB9">
            <w:pPr>
              <w:adjustRightInd w:val="0"/>
              <w:snapToGrid w:val="0"/>
              <w:spacing w:line="300" w:lineRule="auto"/>
              <w:ind w:leftChars="-57" w:left="31680" w:rightChars="-56" w:right="31680" w:hangingChars="54" w:firstLine="31680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其它资质证书</w:t>
            </w:r>
          </w:p>
        </w:tc>
        <w:tc>
          <w:tcPr>
            <w:tcW w:w="8189" w:type="dxa"/>
            <w:gridSpan w:val="15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  <w:jc w:val="center"/>
        </w:trPr>
        <w:tc>
          <w:tcPr>
            <w:tcW w:w="1832" w:type="dxa"/>
            <w:gridSpan w:val="2"/>
            <w:vAlign w:val="center"/>
          </w:tcPr>
          <w:p w:rsidR="00245CB9" w:rsidRPr="005443BC" w:rsidRDefault="00245CB9" w:rsidP="00245CB9">
            <w:pPr>
              <w:adjustRightInd w:val="0"/>
              <w:snapToGrid w:val="0"/>
              <w:spacing w:line="300" w:lineRule="auto"/>
              <w:ind w:leftChars="-47" w:left="31680" w:rightChars="-56" w:right="31680" w:hangingChars="45" w:firstLine="31680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现档案所在地</w:t>
            </w:r>
          </w:p>
        </w:tc>
        <w:tc>
          <w:tcPr>
            <w:tcW w:w="4093" w:type="dxa"/>
            <w:gridSpan w:val="7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678" w:type="dxa"/>
            <w:gridSpan w:val="5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期望待遇水平（元</w:t>
            </w:r>
            <w:r w:rsidRPr="005443BC">
              <w:rPr>
                <w:rFonts w:ascii="宋体" w:hAnsi="宋体"/>
                <w:sz w:val="22"/>
              </w:rPr>
              <w:t>/</w:t>
            </w:r>
            <w:r w:rsidRPr="005443BC">
              <w:rPr>
                <w:rFonts w:ascii="宋体" w:hAnsi="宋体" w:hint="eastAsia"/>
                <w:sz w:val="22"/>
              </w:rPr>
              <w:t>月）</w:t>
            </w:r>
          </w:p>
        </w:tc>
        <w:tc>
          <w:tcPr>
            <w:tcW w:w="1418" w:type="dxa"/>
            <w:gridSpan w:val="3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</w:tbl>
    <w:tbl>
      <w:tblPr>
        <w:tblpPr w:leftFromText="180" w:rightFromText="180" w:vertAnchor="text" w:horzAnchor="page" w:tblpX="990" w:tblpY="-22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7"/>
        <w:gridCol w:w="1438"/>
        <w:gridCol w:w="1202"/>
        <w:gridCol w:w="1674"/>
        <w:gridCol w:w="1438"/>
        <w:gridCol w:w="1541"/>
        <w:gridCol w:w="1335"/>
      </w:tblGrid>
      <w:tr w:rsidR="00245CB9" w:rsidRPr="005443BC">
        <w:trPr>
          <w:trHeight w:val="363"/>
        </w:trPr>
        <w:tc>
          <w:tcPr>
            <w:tcW w:w="10065" w:type="dxa"/>
            <w:gridSpan w:val="7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bCs/>
                <w:sz w:val="22"/>
              </w:rPr>
            </w:pPr>
            <w:r w:rsidRPr="005443BC">
              <w:rPr>
                <w:sz w:val="22"/>
              </w:rPr>
              <w:br w:type="page"/>
            </w:r>
            <w:r w:rsidRPr="005443BC">
              <w:rPr>
                <w:rFonts w:ascii="宋体" w:hAnsi="宋体" w:hint="eastAsia"/>
                <w:b/>
                <w:bCs/>
                <w:sz w:val="22"/>
              </w:rPr>
              <w:t>主要社会关系</w:t>
            </w:r>
          </w:p>
        </w:tc>
      </w:tr>
      <w:tr w:rsidR="00245CB9" w:rsidRPr="005443BC">
        <w:trPr>
          <w:trHeight w:val="454"/>
        </w:trPr>
        <w:tc>
          <w:tcPr>
            <w:tcW w:w="1437" w:type="dxa"/>
            <w:vMerge w:val="restart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配偶</w:t>
            </w:r>
          </w:p>
        </w:tc>
        <w:tc>
          <w:tcPr>
            <w:tcW w:w="1438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姓</w:t>
            </w:r>
            <w:r w:rsidRPr="005443BC">
              <w:rPr>
                <w:sz w:val="22"/>
              </w:rPr>
              <w:t xml:space="preserve">   </w:t>
            </w:r>
            <w:r w:rsidRPr="005443BC">
              <w:rPr>
                <w:rFonts w:hint="eastAsia"/>
                <w:sz w:val="22"/>
              </w:rPr>
              <w:t>名</w:t>
            </w:r>
          </w:p>
        </w:tc>
        <w:tc>
          <w:tcPr>
            <w:tcW w:w="1202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674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出生日期</w:t>
            </w:r>
          </w:p>
        </w:tc>
        <w:tc>
          <w:tcPr>
            <w:tcW w:w="1438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541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民族</w:t>
            </w:r>
          </w:p>
        </w:tc>
        <w:tc>
          <w:tcPr>
            <w:tcW w:w="1335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</w:tr>
      <w:tr w:rsidR="00245CB9" w:rsidRPr="005443BC">
        <w:trPr>
          <w:trHeight w:val="454"/>
        </w:trPr>
        <w:tc>
          <w:tcPr>
            <w:tcW w:w="1437" w:type="dxa"/>
            <w:vMerge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籍</w:t>
            </w:r>
            <w:r w:rsidRPr="005443BC">
              <w:rPr>
                <w:sz w:val="22"/>
              </w:rPr>
              <w:t xml:space="preserve">   </w:t>
            </w:r>
            <w:r w:rsidRPr="005443BC">
              <w:rPr>
                <w:rFonts w:hint="eastAsia"/>
                <w:sz w:val="22"/>
              </w:rPr>
              <w:t>贯</w:t>
            </w:r>
          </w:p>
        </w:tc>
        <w:tc>
          <w:tcPr>
            <w:tcW w:w="1202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674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参加工作时间</w:t>
            </w:r>
          </w:p>
        </w:tc>
        <w:tc>
          <w:tcPr>
            <w:tcW w:w="1438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541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政治面貌</w:t>
            </w:r>
          </w:p>
        </w:tc>
        <w:tc>
          <w:tcPr>
            <w:tcW w:w="1335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</w:tr>
      <w:tr w:rsidR="00245CB9" w:rsidRPr="005443BC">
        <w:trPr>
          <w:trHeight w:val="454"/>
        </w:trPr>
        <w:tc>
          <w:tcPr>
            <w:tcW w:w="1437" w:type="dxa"/>
            <w:vMerge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学</w:t>
            </w:r>
            <w:r w:rsidRPr="005443BC">
              <w:rPr>
                <w:sz w:val="22"/>
              </w:rPr>
              <w:t xml:space="preserve">   </w:t>
            </w:r>
            <w:r w:rsidRPr="005443BC">
              <w:rPr>
                <w:rFonts w:hint="eastAsia"/>
                <w:sz w:val="22"/>
              </w:rPr>
              <w:t>历</w:t>
            </w:r>
          </w:p>
        </w:tc>
        <w:tc>
          <w:tcPr>
            <w:tcW w:w="2876" w:type="dxa"/>
            <w:gridSpan w:val="2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438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联系电话</w:t>
            </w:r>
          </w:p>
        </w:tc>
        <w:tc>
          <w:tcPr>
            <w:tcW w:w="1541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</w:p>
        </w:tc>
        <w:tc>
          <w:tcPr>
            <w:tcW w:w="1335" w:type="dxa"/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</w:tr>
      <w:tr w:rsidR="00245CB9" w:rsidRPr="005443BC">
        <w:trPr>
          <w:trHeight w:val="454"/>
        </w:trPr>
        <w:tc>
          <w:tcPr>
            <w:tcW w:w="1437" w:type="dxa"/>
            <w:vMerge/>
            <w:tcBorders>
              <w:bottom w:val="nil"/>
            </w:tcBorders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438" w:type="dxa"/>
            <w:tcBorders>
              <w:bottom w:val="nil"/>
            </w:tcBorders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工作单位</w:t>
            </w:r>
          </w:p>
        </w:tc>
        <w:tc>
          <w:tcPr>
            <w:tcW w:w="4314" w:type="dxa"/>
            <w:gridSpan w:val="3"/>
            <w:tcBorders>
              <w:bottom w:val="nil"/>
            </w:tcBorders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  <w:tc>
          <w:tcPr>
            <w:tcW w:w="1541" w:type="dxa"/>
            <w:tcBorders>
              <w:bottom w:val="nil"/>
            </w:tcBorders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distribute"/>
              <w:rPr>
                <w:sz w:val="22"/>
              </w:rPr>
            </w:pPr>
            <w:r w:rsidRPr="005443BC">
              <w:rPr>
                <w:rFonts w:hint="eastAsia"/>
                <w:sz w:val="22"/>
              </w:rPr>
              <w:t>职务</w:t>
            </w:r>
          </w:p>
        </w:tc>
        <w:tc>
          <w:tcPr>
            <w:tcW w:w="1335" w:type="dxa"/>
            <w:tcBorders>
              <w:bottom w:val="nil"/>
            </w:tcBorders>
            <w:vAlign w:val="bottom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sz w:val="22"/>
              </w:rPr>
            </w:pPr>
          </w:p>
        </w:tc>
      </w:tr>
    </w:tbl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4"/>
        <w:gridCol w:w="1436"/>
        <w:gridCol w:w="1232"/>
        <w:gridCol w:w="1639"/>
        <w:gridCol w:w="2970"/>
        <w:gridCol w:w="1344"/>
      </w:tblGrid>
      <w:tr w:rsidR="00245CB9" w:rsidRPr="005443BC">
        <w:trPr>
          <w:trHeight w:val="567"/>
        </w:trPr>
        <w:tc>
          <w:tcPr>
            <w:tcW w:w="1444" w:type="dxa"/>
            <w:vMerge w:val="restart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家庭其他</w:t>
            </w:r>
          </w:p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成员</w:t>
            </w:r>
          </w:p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36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与本人关系</w:t>
            </w:r>
          </w:p>
        </w:tc>
        <w:tc>
          <w:tcPr>
            <w:tcW w:w="1232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姓名</w:t>
            </w:r>
          </w:p>
        </w:tc>
        <w:tc>
          <w:tcPr>
            <w:tcW w:w="163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出生日期</w:t>
            </w:r>
          </w:p>
        </w:tc>
        <w:tc>
          <w:tcPr>
            <w:tcW w:w="2970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工作单位（或学校）</w:t>
            </w:r>
          </w:p>
        </w:tc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职务</w:t>
            </w:r>
          </w:p>
        </w:tc>
      </w:tr>
      <w:tr w:rsidR="00245CB9" w:rsidRPr="005443BC">
        <w:trPr>
          <w:trHeight w:val="567"/>
        </w:trPr>
        <w:tc>
          <w:tcPr>
            <w:tcW w:w="1444" w:type="dxa"/>
            <w:vMerge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36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2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970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</w:trPr>
        <w:tc>
          <w:tcPr>
            <w:tcW w:w="1444" w:type="dxa"/>
            <w:vMerge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36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2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970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</w:trPr>
        <w:tc>
          <w:tcPr>
            <w:tcW w:w="1444" w:type="dxa"/>
            <w:vMerge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36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2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970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567"/>
        </w:trPr>
        <w:tc>
          <w:tcPr>
            <w:tcW w:w="1444" w:type="dxa"/>
            <w:vMerge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36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2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39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2970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2310"/>
        </w:trPr>
        <w:tc>
          <w:tcPr>
            <w:tcW w:w="14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hint="eastAsia"/>
                <w:bCs/>
                <w:sz w:val="22"/>
              </w:rPr>
              <w:t>主要业绩（获得的奖励、荣誉称号或在报纸、刊物上发表的文章）</w:t>
            </w:r>
          </w:p>
        </w:tc>
        <w:tc>
          <w:tcPr>
            <w:tcW w:w="8621" w:type="dxa"/>
            <w:gridSpan w:val="5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3201"/>
        </w:trPr>
        <w:tc>
          <w:tcPr>
            <w:tcW w:w="14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你的职业发展目标和发展规划</w:t>
            </w:r>
          </w:p>
        </w:tc>
        <w:tc>
          <w:tcPr>
            <w:tcW w:w="8621" w:type="dxa"/>
            <w:gridSpan w:val="5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1337"/>
        </w:trPr>
        <w:tc>
          <w:tcPr>
            <w:tcW w:w="14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ascii="宋体" w:hAnsi="宋体" w:hint="eastAsia"/>
                <w:sz w:val="22"/>
              </w:rPr>
              <w:t>你的兴趣爱好及特长</w:t>
            </w:r>
          </w:p>
        </w:tc>
        <w:tc>
          <w:tcPr>
            <w:tcW w:w="8621" w:type="dxa"/>
            <w:gridSpan w:val="5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rPr>
                <w:rFonts w:ascii="宋体"/>
                <w:sz w:val="22"/>
              </w:rPr>
            </w:pPr>
          </w:p>
        </w:tc>
      </w:tr>
      <w:tr w:rsidR="00245CB9" w:rsidRPr="005443BC">
        <w:trPr>
          <w:trHeight w:val="2310"/>
        </w:trPr>
        <w:tc>
          <w:tcPr>
            <w:tcW w:w="1444" w:type="dxa"/>
            <w:vAlign w:val="center"/>
          </w:tcPr>
          <w:p w:rsidR="00245CB9" w:rsidRPr="005443BC" w:rsidRDefault="00245CB9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z w:val="22"/>
              </w:rPr>
            </w:pPr>
            <w:r w:rsidRPr="005443BC">
              <w:rPr>
                <w:rFonts w:hint="eastAsia"/>
                <w:b/>
                <w:sz w:val="24"/>
              </w:rPr>
              <w:t>诚信声明</w:t>
            </w:r>
          </w:p>
        </w:tc>
        <w:tc>
          <w:tcPr>
            <w:tcW w:w="8621" w:type="dxa"/>
            <w:gridSpan w:val="5"/>
          </w:tcPr>
          <w:p w:rsidR="00245CB9" w:rsidRPr="005443BC" w:rsidRDefault="00245CB9" w:rsidP="00245CB9">
            <w:pPr>
              <w:spacing w:line="360" w:lineRule="auto"/>
              <w:ind w:firstLineChars="200" w:firstLine="31680"/>
              <w:rPr>
                <w:sz w:val="24"/>
              </w:rPr>
            </w:pPr>
            <w:r w:rsidRPr="005443BC">
              <w:rPr>
                <w:rFonts w:hint="eastAsia"/>
                <w:sz w:val="24"/>
              </w:rPr>
              <w:t>本人填写的各项报考信息全部真实有效。因提供虚假信息所产生的一切后果，均由本人负责。</w:t>
            </w:r>
          </w:p>
          <w:p w:rsidR="00245CB9" w:rsidRPr="005443BC" w:rsidRDefault="00245CB9">
            <w:pPr>
              <w:spacing w:line="360" w:lineRule="auto"/>
              <w:rPr>
                <w:sz w:val="24"/>
              </w:rPr>
            </w:pPr>
          </w:p>
          <w:p w:rsidR="00245CB9" w:rsidRPr="005443BC" w:rsidRDefault="00245CB9">
            <w:pPr>
              <w:adjustRightInd w:val="0"/>
              <w:snapToGrid w:val="0"/>
              <w:spacing w:line="300" w:lineRule="auto"/>
              <w:rPr>
                <w:sz w:val="24"/>
              </w:rPr>
            </w:pPr>
            <w:r w:rsidRPr="005443BC">
              <w:rPr>
                <w:sz w:val="24"/>
              </w:rPr>
              <w:t xml:space="preserve">                                    </w:t>
            </w:r>
            <w:r w:rsidRPr="005443BC">
              <w:rPr>
                <w:rFonts w:hint="eastAsia"/>
                <w:sz w:val="24"/>
              </w:rPr>
              <w:t>本人签名：</w:t>
            </w:r>
            <w:r w:rsidRPr="005443BC">
              <w:rPr>
                <w:sz w:val="24"/>
              </w:rPr>
              <w:t xml:space="preserve">                      </w:t>
            </w:r>
          </w:p>
          <w:p w:rsidR="00245CB9" w:rsidRPr="005443BC" w:rsidRDefault="00245CB9">
            <w:pPr>
              <w:adjustRightInd w:val="0"/>
              <w:snapToGrid w:val="0"/>
              <w:spacing w:line="300" w:lineRule="auto"/>
              <w:rPr>
                <w:sz w:val="24"/>
              </w:rPr>
            </w:pPr>
            <w:r w:rsidRPr="005443BC">
              <w:rPr>
                <w:sz w:val="24"/>
              </w:rPr>
              <w:t xml:space="preserve">                                                 </w:t>
            </w:r>
          </w:p>
          <w:p w:rsidR="00245CB9" w:rsidRPr="005443BC" w:rsidRDefault="00245CB9">
            <w:pPr>
              <w:adjustRightInd w:val="0"/>
              <w:snapToGrid w:val="0"/>
              <w:spacing w:line="300" w:lineRule="auto"/>
              <w:rPr>
                <w:rFonts w:ascii="宋体"/>
                <w:sz w:val="22"/>
              </w:rPr>
            </w:pPr>
            <w:r w:rsidRPr="005443BC">
              <w:rPr>
                <w:sz w:val="24"/>
              </w:rPr>
              <w:t xml:space="preserve">                                                     </w:t>
            </w:r>
            <w:r w:rsidRPr="005443BC">
              <w:rPr>
                <w:rFonts w:hint="eastAsia"/>
                <w:sz w:val="24"/>
              </w:rPr>
              <w:t>年</w:t>
            </w:r>
            <w:r w:rsidRPr="005443BC">
              <w:rPr>
                <w:sz w:val="24"/>
              </w:rPr>
              <w:t xml:space="preserve">   </w:t>
            </w:r>
            <w:r w:rsidRPr="005443BC">
              <w:rPr>
                <w:rFonts w:hint="eastAsia"/>
                <w:sz w:val="24"/>
              </w:rPr>
              <w:t>月</w:t>
            </w:r>
            <w:r w:rsidRPr="005443BC">
              <w:rPr>
                <w:sz w:val="24"/>
              </w:rPr>
              <w:t xml:space="preserve">   </w:t>
            </w:r>
            <w:r w:rsidRPr="005443BC">
              <w:rPr>
                <w:rFonts w:hint="eastAsia"/>
                <w:sz w:val="24"/>
              </w:rPr>
              <w:t>日</w:t>
            </w:r>
          </w:p>
        </w:tc>
      </w:tr>
    </w:tbl>
    <w:p w:rsidR="00245CB9" w:rsidRDefault="00245CB9">
      <w:pPr>
        <w:spacing w:line="360" w:lineRule="atLeas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</w:p>
    <w:sectPr w:rsidR="00245CB9" w:rsidSect="00A52D85">
      <w:pgSz w:w="11906" w:h="16838"/>
      <w:pgMar w:top="567" w:right="1021" w:bottom="567" w:left="102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CB9" w:rsidRDefault="00245CB9" w:rsidP="008A4EBA">
      <w:r>
        <w:separator/>
      </w:r>
    </w:p>
  </w:endnote>
  <w:endnote w:type="continuationSeparator" w:id="0">
    <w:p w:rsidR="00245CB9" w:rsidRDefault="00245CB9" w:rsidP="008A4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CB9" w:rsidRDefault="00245CB9" w:rsidP="008A4EBA">
      <w:r>
        <w:separator/>
      </w:r>
    </w:p>
  </w:footnote>
  <w:footnote w:type="continuationSeparator" w:id="0">
    <w:p w:rsidR="00245CB9" w:rsidRDefault="00245CB9" w:rsidP="008A4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39F7"/>
    <w:multiLevelType w:val="hybridMultilevel"/>
    <w:tmpl w:val="E444A1CA"/>
    <w:lvl w:ilvl="0" w:tplc="26526B8A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0B405454"/>
    <w:multiLevelType w:val="hybridMultilevel"/>
    <w:tmpl w:val="FF04C2D0"/>
    <w:lvl w:ilvl="0" w:tplc="87D8D3F6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61607A6"/>
    <w:multiLevelType w:val="hybridMultilevel"/>
    <w:tmpl w:val="5C74212C"/>
    <w:lvl w:ilvl="0" w:tplc="E4C616F6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09F1ECC"/>
    <w:multiLevelType w:val="multilevel"/>
    <w:tmpl w:val="209F1ECC"/>
    <w:lvl w:ilvl="0">
      <w:start w:val="1"/>
      <w:numFmt w:val="japaneseCounting"/>
      <w:lvlText w:val="（%1）"/>
      <w:lvlJc w:val="left"/>
      <w:pPr>
        <w:ind w:left="108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1C55EA1"/>
    <w:multiLevelType w:val="multilevel"/>
    <w:tmpl w:val="41C55EA1"/>
    <w:lvl w:ilvl="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46D17FA6"/>
    <w:multiLevelType w:val="multilevel"/>
    <w:tmpl w:val="46D17FA6"/>
    <w:lvl w:ilvl="0">
      <w:start w:val="7"/>
      <w:numFmt w:val="japaneseCounting"/>
      <w:lvlText w:val="%1、"/>
      <w:lvlJc w:val="left"/>
      <w:pPr>
        <w:ind w:left="1363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abstractNum w:abstractNumId="6">
    <w:nsid w:val="56E23676"/>
    <w:multiLevelType w:val="singleLevel"/>
    <w:tmpl w:val="56E23676"/>
    <w:lvl w:ilvl="0">
      <w:start w:val="1"/>
      <w:numFmt w:val="chineseCounting"/>
      <w:suff w:val="nothing"/>
      <w:lvlText w:val="(%1)"/>
      <w:lvlJc w:val="left"/>
      <w:rPr>
        <w:rFonts w:cs="Times New Roman"/>
      </w:rPr>
    </w:lvl>
  </w:abstractNum>
  <w:abstractNum w:abstractNumId="7">
    <w:nsid w:val="7EE728E0"/>
    <w:multiLevelType w:val="hybridMultilevel"/>
    <w:tmpl w:val="4848418C"/>
    <w:lvl w:ilvl="0" w:tplc="9F30A354">
      <w:start w:val="1"/>
      <w:numFmt w:val="japaneseCounting"/>
      <w:lvlText w:val="（%1）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306"/>
    <w:rsid w:val="0000048B"/>
    <w:rsid w:val="00012475"/>
    <w:rsid w:val="00012F2B"/>
    <w:rsid w:val="00020379"/>
    <w:rsid w:val="00021FA4"/>
    <w:rsid w:val="00022D0F"/>
    <w:rsid w:val="0002638B"/>
    <w:rsid w:val="00033D71"/>
    <w:rsid w:val="0004251B"/>
    <w:rsid w:val="0004569C"/>
    <w:rsid w:val="000501EF"/>
    <w:rsid w:val="000519FA"/>
    <w:rsid w:val="00071306"/>
    <w:rsid w:val="000752EA"/>
    <w:rsid w:val="000858B6"/>
    <w:rsid w:val="00091C6E"/>
    <w:rsid w:val="000A7314"/>
    <w:rsid w:val="000A7DE1"/>
    <w:rsid w:val="000C7D6A"/>
    <w:rsid w:val="000D495B"/>
    <w:rsid w:val="000D4E23"/>
    <w:rsid w:val="000E100E"/>
    <w:rsid w:val="000E4565"/>
    <w:rsid w:val="000E7E4B"/>
    <w:rsid w:val="000F134C"/>
    <w:rsid w:val="00101EF3"/>
    <w:rsid w:val="0010270E"/>
    <w:rsid w:val="00110699"/>
    <w:rsid w:val="00110D34"/>
    <w:rsid w:val="00112433"/>
    <w:rsid w:val="0011668E"/>
    <w:rsid w:val="00120571"/>
    <w:rsid w:val="0013121E"/>
    <w:rsid w:val="00150700"/>
    <w:rsid w:val="00151DBC"/>
    <w:rsid w:val="00152082"/>
    <w:rsid w:val="00156368"/>
    <w:rsid w:val="0016010D"/>
    <w:rsid w:val="00160651"/>
    <w:rsid w:val="00170B05"/>
    <w:rsid w:val="001734A0"/>
    <w:rsid w:val="00173D14"/>
    <w:rsid w:val="00180696"/>
    <w:rsid w:val="001872CF"/>
    <w:rsid w:val="0019097A"/>
    <w:rsid w:val="00195656"/>
    <w:rsid w:val="001A0EE1"/>
    <w:rsid w:val="001A5C90"/>
    <w:rsid w:val="001A659D"/>
    <w:rsid w:val="001C005A"/>
    <w:rsid w:val="001C7397"/>
    <w:rsid w:val="001E3001"/>
    <w:rsid w:val="001E51D9"/>
    <w:rsid w:val="00207D36"/>
    <w:rsid w:val="00210418"/>
    <w:rsid w:val="00216186"/>
    <w:rsid w:val="00217278"/>
    <w:rsid w:val="00217D0A"/>
    <w:rsid w:val="00220B28"/>
    <w:rsid w:val="00245CB9"/>
    <w:rsid w:val="0026359C"/>
    <w:rsid w:val="00265F32"/>
    <w:rsid w:val="00266CE3"/>
    <w:rsid w:val="0027078A"/>
    <w:rsid w:val="00287B1E"/>
    <w:rsid w:val="00296AD3"/>
    <w:rsid w:val="002A1E5D"/>
    <w:rsid w:val="002A2C68"/>
    <w:rsid w:val="002B3B7D"/>
    <w:rsid w:val="002B7148"/>
    <w:rsid w:val="002C16A7"/>
    <w:rsid w:val="002C1999"/>
    <w:rsid w:val="002C3F2E"/>
    <w:rsid w:val="002C7345"/>
    <w:rsid w:val="002D4478"/>
    <w:rsid w:val="002E3A77"/>
    <w:rsid w:val="002E52FE"/>
    <w:rsid w:val="002E611B"/>
    <w:rsid w:val="002E6256"/>
    <w:rsid w:val="002E7E8E"/>
    <w:rsid w:val="002F48E4"/>
    <w:rsid w:val="002F4EC0"/>
    <w:rsid w:val="0030635C"/>
    <w:rsid w:val="00310C1C"/>
    <w:rsid w:val="00324B60"/>
    <w:rsid w:val="0032609D"/>
    <w:rsid w:val="0033266A"/>
    <w:rsid w:val="003374D0"/>
    <w:rsid w:val="00341384"/>
    <w:rsid w:val="00344468"/>
    <w:rsid w:val="003516D2"/>
    <w:rsid w:val="0035671B"/>
    <w:rsid w:val="00371FC9"/>
    <w:rsid w:val="00375ADC"/>
    <w:rsid w:val="00376357"/>
    <w:rsid w:val="003843DA"/>
    <w:rsid w:val="003923A7"/>
    <w:rsid w:val="00393B92"/>
    <w:rsid w:val="00394C48"/>
    <w:rsid w:val="003A32E3"/>
    <w:rsid w:val="003A6B9F"/>
    <w:rsid w:val="003B1DF4"/>
    <w:rsid w:val="003B2A66"/>
    <w:rsid w:val="003B2C0D"/>
    <w:rsid w:val="003B340D"/>
    <w:rsid w:val="003B5A6E"/>
    <w:rsid w:val="003C1531"/>
    <w:rsid w:val="003C2A77"/>
    <w:rsid w:val="003D15FA"/>
    <w:rsid w:val="003D1A37"/>
    <w:rsid w:val="003D297D"/>
    <w:rsid w:val="003E1D26"/>
    <w:rsid w:val="003E54D2"/>
    <w:rsid w:val="004017E4"/>
    <w:rsid w:val="0040219C"/>
    <w:rsid w:val="00414810"/>
    <w:rsid w:val="0043474F"/>
    <w:rsid w:val="004373A3"/>
    <w:rsid w:val="00444320"/>
    <w:rsid w:val="00453C89"/>
    <w:rsid w:val="00454CCD"/>
    <w:rsid w:val="00455CCC"/>
    <w:rsid w:val="0046199A"/>
    <w:rsid w:val="00461E37"/>
    <w:rsid w:val="0046521A"/>
    <w:rsid w:val="004654F3"/>
    <w:rsid w:val="00470343"/>
    <w:rsid w:val="004765E8"/>
    <w:rsid w:val="00477C38"/>
    <w:rsid w:val="00480356"/>
    <w:rsid w:val="00491060"/>
    <w:rsid w:val="004A6E99"/>
    <w:rsid w:val="004C2543"/>
    <w:rsid w:val="004C7860"/>
    <w:rsid w:val="004D03C4"/>
    <w:rsid w:val="004D3AA8"/>
    <w:rsid w:val="004D5D23"/>
    <w:rsid w:val="004E0EA0"/>
    <w:rsid w:val="004E63B1"/>
    <w:rsid w:val="004F0C71"/>
    <w:rsid w:val="004F203D"/>
    <w:rsid w:val="005012A9"/>
    <w:rsid w:val="005032C4"/>
    <w:rsid w:val="00506422"/>
    <w:rsid w:val="00514898"/>
    <w:rsid w:val="005240F3"/>
    <w:rsid w:val="0053163F"/>
    <w:rsid w:val="005327BF"/>
    <w:rsid w:val="005436FF"/>
    <w:rsid w:val="005443BC"/>
    <w:rsid w:val="00544B3F"/>
    <w:rsid w:val="005456BF"/>
    <w:rsid w:val="005461EC"/>
    <w:rsid w:val="00563CDA"/>
    <w:rsid w:val="00567E71"/>
    <w:rsid w:val="0057084C"/>
    <w:rsid w:val="00570EBB"/>
    <w:rsid w:val="00580E15"/>
    <w:rsid w:val="00591D0D"/>
    <w:rsid w:val="0059537F"/>
    <w:rsid w:val="00597268"/>
    <w:rsid w:val="005C3289"/>
    <w:rsid w:val="005C3A70"/>
    <w:rsid w:val="005C6761"/>
    <w:rsid w:val="005D5F52"/>
    <w:rsid w:val="005E0BAC"/>
    <w:rsid w:val="005E1C9B"/>
    <w:rsid w:val="005E796E"/>
    <w:rsid w:val="005F337D"/>
    <w:rsid w:val="005F66C7"/>
    <w:rsid w:val="00614686"/>
    <w:rsid w:val="00614756"/>
    <w:rsid w:val="006213D8"/>
    <w:rsid w:val="00621DE1"/>
    <w:rsid w:val="0062495F"/>
    <w:rsid w:val="00635CB5"/>
    <w:rsid w:val="00645B4A"/>
    <w:rsid w:val="0065285D"/>
    <w:rsid w:val="00660A96"/>
    <w:rsid w:val="00683D17"/>
    <w:rsid w:val="0069427D"/>
    <w:rsid w:val="006C59F9"/>
    <w:rsid w:val="006C612C"/>
    <w:rsid w:val="006D4A1B"/>
    <w:rsid w:val="006E3BB5"/>
    <w:rsid w:val="006E6F7E"/>
    <w:rsid w:val="006F2A84"/>
    <w:rsid w:val="006F6B7E"/>
    <w:rsid w:val="006F750E"/>
    <w:rsid w:val="00717C68"/>
    <w:rsid w:val="00725AD1"/>
    <w:rsid w:val="00732EC2"/>
    <w:rsid w:val="0073352F"/>
    <w:rsid w:val="007375DD"/>
    <w:rsid w:val="0074351C"/>
    <w:rsid w:val="00747957"/>
    <w:rsid w:val="007543BF"/>
    <w:rsid w:val="0076683E"/>
    <w:rsid w:val="00771ED6"/>
    <w:rsid w:val="007915BE"/>
    <w:rsid w:val="007945B2"/>
    <w:rsid w:val="007B0317"/>
    <w:rsid w:val="007B3F01"/>
    <w:rsid w:val="007B61E5"/>
    <w:rsid w:val="007D3335"/>
    <w:rsid w:val="007D415B"/>
    <w:rsid w:val="007E0151"/>
    <w:rsid w:val="007E6673"/>
    <w:rsid w:val="007F512B"/>
    <w:rsid w:val="00806B00"/>
    <w:rsid w:val="00815174"/>
    <w:rsid w:val="00841D76"/>
    <w:rsid w:val="00845D31"/>
    <w:rsid w:val="0085544C"/>
    <w:rsid w:val="0085795F"/>
    <w:rsid w:val="00862182"/>
    <w:rsid w:val="00865F44"/>
    <w:rsid w:val="008717BA"/>
    <w:rsid w:val="00873140"/>
    <w:rsid w:val="00877200"/>
    <w:rsid w:val="008A15ED"/>
    <w:rsid w:val="008A4EBA"/>
    <w:rsid w:val="008A608F"/>
    <w:rsid w:val="008C025F"/>
    <w:rsid w:val="008C21FB"/>
    <w:rsid w:val="008C63DC"/>
    <w:rsid w:val="008C6B41"/>
    <w:rsid w:val="008D4CFA"/>
    <w:rsid w:val="00902EA6"/>
    <w:rsid w:val="009059A0"/>
    <w:rsid w:val="009076B9"/>
    <w:rsid w:val="00910DD8"/>
    <w:rsid w:val="00911A2D"/>
    <w:rsid w:val="0092184B"/>
    <w:rsid w:val="00921DDC"/>
    <w:rsid w:val="00921EA9"/>
    <w:rsid w:val="00925943"/>
    <w:rsid w:val="009309C5"/>
    <w:rsid w:val="00934641"/>
    <w:rsid w:val="00937055"/>
    <w:rsid w:val="0093746A"/>
    <w:rsid w:val="00940412"/>
    <w:rsid w:val="00974B2C"/>
    <w:rsid w:val="009829A2"/>
    <w:rsid w:val="009957BC"/>
    <w:rsid w:val="0099583A"/>
    <w:rsid w:val="009971A1"/>
    <w:rsid w:val="009A0008"/>
    <w:rsid w:val="009A4476"/>
    <w:rsid w:val="009B77DF"/>
    <w:rsid w:val="009C1571"/>
    <w:rsid w:val="009C3BDB"/>
    <w:rsid w:val="009D2EDB"/>
    <w:rsid w:val="009E2252"/>
    <w:rsid w:val="009E4F03"/>
    <w:rsid w:val="009F5D92"/>
    <w:rsid w:val="00A00EE3"/>
    <w:rsid w:val="00A03AD2"/>
    <w:rsid w:val="00A06559"/>
    <w:rsid w:val="00A1063C"/>
    <w:rsid w:val="00A11F07"/>
    <w:rsid w:val="00A14FBF"/>
    <w:rsid w:val="00A17B60"/>
    <w:rsid w:val="00A21C8F"/>
    <w:rsid w:val="00A30B75"/>
    <w:rsid w:val="00A36746"/>
    <w:rsid w:val="00A42BED"/>
    <w:rsid w:val="00A50BB8"/>
    <w:rsid w:val="00A52D85"/>
    <w:rsid w:val="00A655D4"/>
    <w:rsid w:val="00A72551"/>
    <w:rsid w:val="00A746FE"/>
    <w:rsid w:val="00A75858"/>
    <w:rsid w:val="00A815E1"/>
    <w:rsid w:val="00A82975"/>
    <w:rsid w:val="00A85633"/>
    <w:rsid w:val="00A863D4"/>
    <w:rsid w:val="00A95FB1"/>
    <w:rsid w:val="00AA10D9"/>
    <w:rsid w:val="00AB2BE4"/>
    <w:rsid w:val="00AB31F9"/>
    <w:rsid w:val="00AB7A07"/>
    <w:rsid w:val="00AD79DB"/>
    <w:rsid w:val="00AE4254"/>
    <w:rsid w:val="00B0038B"/>
    <w:rsid w:val="00B07F65"/>
    <w:rsid w:val="00B22233"/>
    <w:rsid w:val="00B242B5"/>
    <w:rsid w:val="00B40756"/>
    <w:rsid w:val="00B651E4"/>
    <w:rsid w:val="00B65F4F"/>
    <w:rsid w:val="00B663B8"/>
    <w:rsid w:val="00B71722"/>
    <w:rsid w:val="00B746D5"/>
    <w:rsid w:val="00BA17F6"/>
    <w:rsid w:val="00BB1DE6"/>
    <w:rsid w:val="00BC10CC"/>
    <w:rsid w:val="00BC58CA"/>
    <w:rsid w:val="00C01B8A"/>
    <w:rsid w:val="00C05518"/>
    <w:rsid w:val="00C26FEC"/>
    <w:rsid w:val="00C37EC9"/>
    <w:rsid w:val="00C41F0F"/>
    <w:rsid w:val="00C60963"/>
    <w:rsid w:val="00C72C42"/>
    <w:rsid w:val="00C740D1"/>
    <w:rsid w:val="00C74364"/>
    <w:rsid w:val="00C754FD"/>
    <w:rsid w:val="00C7682B"/>
    <w:rsid w:val="00C832E0"/>
    <w:rsid w:val="00C86D1A"/>
    <w:rsid w:val="00C87756"/>
    <w:rsid w:val="00C90A2D"/>
    <w:rsid w:val="00C91CFB"/>
    <w:rsid w:val="00CB6DE5"/>
    <w:rsid w:val="00CC63CD"/>
    <w:rsid w:val="00CD5917"/>
    <w:rsid w:val="00CD6C14"/>
    <w:rsid w:val="00CE24EA"/>
    <w:rsid w:val="00D015FB"/>
    <w:rsid w:val="00D05643"/>
    <w:rsid w:val="00D15AA4"/>
    <w:rsid w:val="00D20196"/>
    <w:rsid w:val="00D23E6E"/>
    <w:rsid w:val="00D34245"/>
    <w:rsid w:val="00D43887"/>
    <w:rsid w:val="00D466A8"/>
    <w:rsid w:val="00D57120"/>
    <w:rsid w:val="00D76C3E"/>
    <w:rsid w:val="00D811E9"/>
    <w:rsid w:val="00D835F1"/>
    <w:rsid w:val="00DB0F2C"/>
    <w:rsid w:val="00DB2196"/>
    <w:rsid w:val="00DB311A"/>
    <w:rsid w:val="00DC2279"/>
    <w:rsid w:val="00DC4F07"/>
    <w:rsid w:val="00DC5A74"/>
    <w:rsid w:val="00DC7576"/>
    <w:rsid w:val="00DD432F"/>
    <w:rsid w:val="00DD437D"/>
    <w:rsid w:val="00DE399C"/>
    <w:rsid w:val="00DE531D"/>
    <w:rsid w:val="00DE7B2C"/>
    <w:rsid w:val="00DF3207"/>
    <w:rsid w:val="00DF40C2"/>
    <w:rsid w:val="00E043DA"/>
    <w:rsid w:val="00E04726"/>
    <w:rsid w:val="00E144D9"/>
    <w:rsid w:val="00E20A5F"/>
    <w:rsid w:val="00E22C7C"/>
    <w:rsid w:val="00E237C0"/>
    <w:rsid w:val="00E2480E"/>
    <w:rsid w:val="00E31428"/>
    <w:rsid w:val="00E50FA0"/>
    <w:rsid w:val="00E60146"/>
    <w:rsid w:val="00E829A2"/>
    <w:rsid w:val="00E8574D"/>
    <w:rsid w:val="00E87B5F"/>
    <w:rsid w:val="00EB09A3"/>
    <w:rsid w:val="00ED3BA2"/>
    <w:rsid w:val="00EE07E5"/>
    <w:rsid w:val="00EE42D4"/>
    <w:rsid w:val="00EF600D"/>
    <w:rsid w:val="00F0141D"/>
    <w:rsid w:val="00F10839"/>
    <w:rsid w:val="00F10DA2"/>
    <w:rsid w:val="00F11103"/>
    <w:rsid w:val="00F451C3"/>
    <w:rsid w:val="00F47693"/>
    <w:rsid w:val="00F47D2C"/>
    <w:rsid w:val="00F61CE3"/>
    <w:rsid w:val="00F638F6"/>
    <w:rsid w:val="00F67A29"/>
    <w:rsid w:val="00F70B69"/>
    <w:rsid w:val="00F7367C"/>
    <w:rsid w:val="00F94219"/>
    <w:rsid w:val="00F95217"/>
    <w:rsid w:val="00FA79FF"/>
    <w:rsid w:val="00FB302F"/>
    <w:rsid w:val="00FB7FE0"/>
    <w:rsid w:val="00FC268E"/>
    <w:rsid w:val="00FD0E53"/>
    <w:rsid w:val="00FD36F8"/>
    <w:rsid w:val="00FD6927"/>
    <w:rsid w:val="00FD70D1"/>
    <w:rsid w:val="00FE13BE"/>
    <w:rsid w:val="00FF1C1B"/>
    <w:rsid w:val="01284CDE"/>
    <w:rsid w:val="012A58A7"/>
    <w:rsid w:val="013557B5"/>
    <w:rsid w:val="044505AF"/>
    <w:rsid w:val="066103BD"/>
    <w:rsid w:val="06DE1DD3"/>
    <w:rsid w:val="079247C2"/>
    <w:rsid w:val="0C2C6FC6"/>
    <w:rsid w:val="126A7FC1"/>
    <w:rsid w:val="15976318"/>
    <w:rsid w:val="175B0E93"/>
    <w:rsid w:val="17B109C8"/>
    <w:rsid w:val="18DC15B3"/>
    <w:rsid w:val="193A0992"/>
    <w:rsid w:val="1C5854DA"/>
    <w:rsid w:val="1CC1754D"/>
    <w:rsid w:val="211C5BB2"/>
    <w:rsid w:val="22F87C6C"/>
    <w:rsid w:val="250C1436"/>
    <w:rsid w:val="29771C57"/>
    <w:rsid w:val="297D3279"/>
    <w:rsid w:val="29E334E0"/>
    <w:rsid w:val="2ADB7F2A"/>
    <w:rsid w:val="2FA1655F"/>
    <w:rsid w:val="308E56FF"/>
    <w:rsid w:val="30EF7A51"/>
    <w:rsid w:val="343854F3"/>
    <w:rsid w:val="346A73AA"/>
    <w:rsid w:val="35981C34"/>
    <w:rsid w:val="37312949"/>
    <w:rsid w:val="3C70552E"/>
    <w:rsid w:val="3D876F1A"/>
    <w:rsid w:val="3DEC2422"/>
    <w:rsid w:val="3E26565A"/>
    <w:rsid w:val="405A1531"/>
    <w:rsid w:val="40652583"/>
    <w:rsid w:val="41924E5B"/>
    <w:rsid w:val="42D41FBC"/>
    <w:rsid w:val="465B197A"/>
    <w:rsid w:val="4A1F738A"/>
    <w:rsid w:val="4BC85C6A"/>
    <w:rsid w:val="4D29402E"/>
    <w:rsid w:val="4D6D40F5"/>
    <w:rsid w:val="4FF639FE"/>
    <w:rsid w:val="50F46CE0"/>
    <w:rsid w:val="5113030C"/>
    <w:rsid w:val="5209191C"/>
    <w:rsid w:val="52DF1C85"/>
    <w:rsid w:val="54F4537D"/>
    <w:rsid w:val="56A50B50"/>
    <w:rsid w:val="587527BD"/>
    <w:rsid w:val="5A272DCF"/>
    <w:rsid w:val="5AC814B2"/>
    <w:rsid w:val="5BDD3538"/>
    <w:rsid w:val="5C717A5C"/>
    <w:rsid w:val="5C8C45D3"/>
    <w:rsid w:val="5D137820"/>
    <w:rsid w:val="5ECF2DD4"/>
    <w:rsid w:val="629C1759"/>
    <w:rsid w:val="63AF4BBC"/>
    <w:rsid w:val="65965EED"/>
    <w:rsid w:val="66356125"/>
    <w:rsid w:val="671B75BC"/>
    <w:rsid w:val="67441E22"/>
    <w:rsid w:val="676313E2"/>
    <w:rsid w:val="6B045E3F"/>
    <w:rsid w:val="6C9A4D54"/>
    <w:rsid w:val="6D7E392F"/>
    <w:rsid w:val="705F1F69"/>
    <w:rsid w:val="71033196"/>
    <w:rsid w:val="72CD51D7"/>
    <w:rsid w:val="73B51CD9"/>
    <w:rsid w:val="754A2500"/>
    <w:rsid w:val="75F403E0"/>
    <w:rsid w:val="7D41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D8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A52D8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A52D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52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2D8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52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2D85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A52D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A52D8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A52D85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rsid w:val="00A52D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</Pages>
  <Words>135</Words>
  <Characters>774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2016-11-25T05:37:00Z</cp:lastPrinted>
  <dcterms:created xsi:type="dcterms:W3CDTF">2016-11-24T00:47:00Z</dcterms:created>
  <dcterms:modified xsi:type="dcterms:W3CDTF">2016-11-25T08:43:00Z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