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430" w:rsidRDefault="00314430">
      <w:pPr>
        <w:spacing w:line="360" w:lineRule="atLeast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 w:rsidRPr="00A75858"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附件</w:t>
      </w:r>
      <w:r w:rsidRPr="00A75858">
        <w:rPr>
          <w:rFonts w:ascii="仿宋" w:eastAsia="仿宋" w:hAnsi="仿宋" w:cs="仿宋_GB2312"/>
          <w:color w:val="000000"/>
          <w:kern w:val="0"/>
          <w:sz w:val="32"/>
          <w:szCs w:val="32"/>
        </w:rPr>
        <w:t>1</w:t>
      </w:r>
    </w:p>
    <w:p w:rsidR="00314430" w:rsidRPr="005E1C9B" w:rsidRDefault="00314430" w:rsidP="005E1C9B">
      <w:pPr>
        <w:spacing w:line="360" w:lineRule="atLeast"/>
        <w:jc w:val="center"/>
        <w:rPr>
          <w:rFonts w:ascii="仿宋" w:eastAsia="仿宋" w:hAnsi="仿宋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天津城市建设管理职业技术学院</w:t>
      </w:r>
      <w:r>
        <w:rPr>
          <w:rFonts w:ascii="仿宋" w:eastAsia="仿宋" w:hAnsi="仿宋" w:cs="仿宋_GB2312"/>
          <w:color w:val="000000"/>
          <w:kern w:val="0"/>
          <w:sz w:val="32"/>
          <w:szCs w:val="32"/>
        </w:rPr>
        <w:t>2016</w:t>
      </w:r>
      <w:r>
        <w:rPr>
          <w:rFonts w:ascii="仿宋" w:eastAsia="仿宋" w:hAnsi="仿宋" w:cs="仿宋_GB2312" w:hint="eastAsia"/>
          <w:color w:val="000000"/>
          <w:kern w:val="0"/>
          <w:sz w:val="32"/>
          <w:szCs w:val="32"/>
        </w:rPr>
        <w:t>年度招聘计划</w:t>
      </w:r>
    </w:p>
    <w:tbl>
      <w:tblPr>
        <w:tblW w:w="14020" w:type="dxa"/>
        <w:tblInd w:w="98" w:type="dxa"/>
        <w:tblLook w:val="00A0"/>
      </w:tblPr>
      <w:tblGrid>
        <w:gridCol w:w="416"/>
        <w:gridCol w:w="1248"/>
        <w:gridCol w:w="2407"/>
        <w:gridCol w:w="634"/>
        <w:gridCol w:w="2868"/>
        <w:gridCol w:w="998"/>
        <w:gridCol w:w="1318"/>
        <w:gridCol w:w="4131"/>
      </w:tblGrid>
      <w:tr w:rsidR="00314430" w:rsidRPr="00B71C75" w:rsidTr="00937055">
        <w:trPr>
          <w:trHeight w:val="30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3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9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招聘条件</w:t>
            </w:r>
          </w:p>
        </w:tc>
      </w:tr>
      <w:tr w:rsidR="00314430" w:rsidRPr="00B71C75" w:rsidTr="00937055">
        <w:trPr>
          <w:trHeight w:val="30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30" w:rsidRPr="005E1C9B" w:rsidRDefault="00314430" w:rsidP="005E1C9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简介</w:t>
            </w: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430" w:rsidRPr="005E1C9B" w:rsidRDefault="00314430" w:rsidP="005E1C9B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其它</w:t>
            </w:r>
          </w:p>
        </w:tc>
      </w:tr>
      <w:tr w:rsidR="00314430" w:rsidRPr="00B71C75" w:rsidTr="00937055">
        <w:trPr>
          <w:trHeight w:val="5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Default="00314430" w:rsidP="00570EB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专技岗</w:t>
            </w:r>
          </w:p>
          <w:p w:rsidR="00314430" w:rsidRPr="005E1C9B" w:rsidRDefault="00314430" w:rsidP="00570EB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教师岗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A7255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从事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城市信息化管理等相关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专业教学科研工作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电气自动化、环境工程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及相关专业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F0141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全日制普通高等院校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毕业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314430" w:rsidRPr="00B71C75" w:rsidTr="00937055">
        <w:trPr>
          <w:trHeight w:val="5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Default="00314430" w:rsidP="00570EB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314430" w:rsidRDefault="00314430" w:rsidP="00570EB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专技岗</w:t>
            </w:r>
          </w:p>
          <w:p w:rsidR="00314430" w:rsidRPr="005E1C9B" w:rsidRDefault="00314430" w:rsidP="00570EB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35671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从事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学生思想政治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35671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教育学、心理学、社会学、管理学及相关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F0141D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全日制普通高等院校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毕业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。具有三年以上高校学生工作经历者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学历可放宽至硕士学位或全日制本科。</w:t>
            </w:r>
          </w:p>
        </w:tc>
      </w:tr>
      <w:tr w:rsidR="00314430" w:rsidRPr="00B71C75" w:rsidTr="00806B00">
        <w:trPr>
          <w:trHeight w:val="563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806B00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专技岗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从事采写、编辑新闻稿件；拍摄新闻图片、视频；组织、策划对外宣传活动等工作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新闻学、文化创意、传播学及相关专业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A7255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全日制普通高等院校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毕业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。具有三年以上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新闻媒体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工作经历者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，专业不限，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学历可放宽至硕士学位或全日制本科。</w:t>
            </w:r>
          </w:p>
        </w:tc>
      </w:tr>
      <w:tr w:rsidR="00314430" w:rsidRPr="00B71C75" w:rsidTr="00937055">
        <w:trPr>
          <w:trHeight w:val="5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806B00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专技岗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97268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从事项目预算及招投标工作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5E1C9B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资产评估、项目管理、工程造价及相关专业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19097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19097A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4430" w:rsidRPr="005E1C9B" w:rsidRDefault="00314430" w:rsidP="0019097A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2017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全日制普通高等院校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应届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毕业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。具有三年以上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相关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工作经历者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Pr="005E1C9B">
              <w:rPr>
                <w:rFonts w:ascii="宋体" w:hAnsi="宋体" w:cs="宋体" w:hint="eastAsia"/>
                <w:kern w:val="0"/>
                <w:sz w:val="20"/>
                <w:szCs w:val="20"/>
              </w:rPr>
              <w:t>学历可放宽至硕士学位或全日制本科。</w:t>
            </w:r>
          </w:p>
        </w:tc>
      </w:tr>
    </w:tbl>
    <w:p w:rsidR="00314430" w:rsidRPr="005E1C9B" w:rsidRDefault="00314430">
      <w:pPr>
        <w:spacing w:line="360" w:lineRule="atLeas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</w:p>
    <w:p w:rsidR="00314430" w:rsidRDefault="00314430">
      <w:pPr>
        <w:spacing w:line="360" w:lineRule="atLeas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sectPr w:rsidR="00314430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314430" w:rsidRDefault="00314430" w:rsidP="003D6F50">
      <w:pPr>
        <w:spacing w:line="360" w:lineRule="atLeast"/>
        <w:rPr>
          <w:kern w:val="0"/>
        </w:rPr>
      </w:pPr>
    </w:p>
    <w:sectPr w:rsidR="00314430" w:rsidSect="00A52D85">
      <w:pgSz w:w="11906" w:h="16838"/>
      <w:pgMar w:top="567" w:right="1021" w:bottom="567" w:left="102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430" w:rsidRDefault="00314430" w:rsidP="008A4EBA">
      <w:r>
        <w:separator/>
      </w:r>
    </w:p>
  </w:endnote>
  <w:endnote w:type="continuationSeparator" w:id="0">
    <w:p w:rsidR="00314430" w:rsidRDefault="00314430" w:rsidP="008A4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430" w:rsidRDefault="00314430" w:rsidP="008A4EBA">
      <w:r>
        <w:separator/>
      </w:r>
    </w:p>
  </w:footnote>
  <w:footnote w:type="continuationSeparator" w:id="0">
    <w:p w:rsidR="00314430" w:rsidRDefault="00314430" w:rsidP="008A4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9F7"/>
    <w:multiLevelType w:val="hybridMultilevel"/>
    <w:tmpl w:val="E444A1CA"/>
    <w:lvl w:ilvl="0" w:tplc="26526B8A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0B405454"/>
    <w:multiLevelType w:val="hybridMultilevel"/>
    <w:tmpl w:val="FF04C2D0"/>
    <w:lvl w:ilvl="0" w:tplc="87D8D3F6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61607A6"/>
    <w:multiLevelType w:val="hybridMultilevel"/>
    <w:tmpl w:val="5C74212C"/>
    <w:lvl w:ilvl="0" w:tplc="E4C616F6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09F1ECC"/>
    <w:multiLevelType w:val="multilevel"/>
    <w:tmpl w:val="209F1ECC"/>
    <w:lvl w:ilvl="0">
      <w:start w:val="1"/>
      <w:numFmt w:val="japaneseCounting"/>
      <w:lvlText w:val="（%1）"/>
      <w:lvlJc w:val="left"/>
      <w:pPr>
        <w:ind w:left="1080" w:hanging="108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1C55EA1"/>
    <w:multiLevelType w:val="multilevel"/>
    <w:tmpl w:val="41C55EA1"/>
    <w:lvl w:ilvl="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46D17FA6"/>
    <w:multiLevelType w:val="multilevel"/>
    <w:tmpl w:val="46D17FA6"/>
    <w:lvl w:ilvl="0">
      <w:start w:val="7"/>
      <w:numFmt w:val="japaneseCounting"/>
      <w:lvlText w:val="%1、"/>
      <w:lvlJc w:val="left"/>
      <w:pPr>
        <w:ind w:left="1363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abstractNum w:abstractNumId="6">
    <w:nsid w:val="56E23676"/>
    <w:multiLevelType w:val="singleLevel"/>
    <w:tmpl w:val="56E23676"/>
    <w:lvl w:ilvl="0">
      <w:start w:val="1"/>
      <w:numFmt w:val="chineseCounting"/>
      <w:suff w:val="nothing"/>
      <w:lvlText w:val="(%1)"/>
      <w:lvlJc w:val="left"/>
      <w:rPr>
        <w:rFonts w:cs="Times New Roman"/>
      </w:rPr>
    </w:lvl>
  </w:abstractNum>
  <w:abstractNum w:abstractNumId="7">
    <w:nsid w:val="7EE728E0"/>
    <w:multiLevelType w:val="hybridMultilevel"/>
    <w:tmpl w:val="4848418C"/>
    <w:lvl w:ilvl="0" w:tplc="9F30A354">
      <w:start w:val="1"/>
      <w:numFmt w:val="japaneseCounting"/>
      <w:lvlText w:val="（%1）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306"/>
    <w:rsid w:val="0000048B"/>
    <w:rsid w:val="00012475"/>
    <w:rsid w:val="00012F2B"/>
    <w:rsid w:val="00020379"/>
    <w:rsid w:val="00021FA4"/>
    <w:rsid w:val="00022D0F"/>
    <w:rsid w:val="0002638B"/>
    <w:rsid w:val="00033D71"/>
    <w:rsid w:val="0004251B"/>
    <w:rsid w:val="0004569C"/>
    <w:rsid w:val="000501EF"/>
    <w:rsid w:val="000519FA"/>
    <w:rsid w:val="00071306"/>
    <w:rsid w:val="000752EA"/>
    <w:rsid w:val="000858B6"/>
    <w:rsid w:val="00091C6E"/>
    <w:rsid w:val="000A7314"/>
    <w:rsid w:val="000A7DE1"/>
    <w:rsid w:val="000C7D6A"/>
    <w:rsid w:val="000D495B"/>
    <w:rsid w:val="000D4E23"/>
    <w:rsid w:val="000E100E"/>
    <w:rsid w:val="000E4565"/>
    <w:rsid w:val="000E7E4B"/>
    <w:rsid w:val="000F134C"/>
    <w:rsid w:val="00101EF3"/>
    <w:rsid w:val="0010270E"/>
    <w:rsid w:val="00110699"/>
    <w:rsid w:val="00110D34"/>
    <w:rsid w:val="00112433"/>
    <w:rsid w:val="0011668E"/>
    <w:rsid w:val="00120571"/>
    <w:rsid w:val="0013121E"/>
    <w:rsid w:val="00150700"/>
    <w:rsid w:val="00151DBC"/>
    <w:rsid w:val="00152082"/>
    <w:rsid w:val="00156368"/>
    <w:rsid w:val="0016010D"/>
    <w:rsid w:val="00160651"/>
    <w:rsid w:val="00170B05"/>
    <w:rsid w:val="001734A0"/>
    <w:rsid w:val="00173D14"/>
    <w:rsid w:val="00180696"/>
    <w:rsid w:val="001872CF"/>
    <w:rsid w:val="0019097A"/>
    <w:rsid w:val="00195656"/>
    <w:rsid w:val="001A0EE1"/>
    <w:rsid w:val="001A5C90"/>
    <w:rsid w:val="001A659D"/>
    <w:rsid w:val="001C005A"/>
    <w:rsid w:val="001C7397"/>
    <w:rsid w:val="001E3001"/>
    <w:rsid w:val="001E51D9"/>
    <w:rsid w:val="00207D36"/>
    <w:rsid w:val="00210418"/>
    <w:rsid w:val="00216186"/>
    <w:rsid w:val="00217278"/>
    <w:rsid w:val="00217D0A"/>
    <w:rsid w:val="00220B28"/>
    <w:rsid w:val="0026359C"/>
    <w:rsid w:val="00265F32"/>
    <w:rsid w:val="0027078A"/>
    <w:rsid w:val="00287B1E"/>
    <w:rsid w:val="00296AD3"/>
    <w:rsid w:val="002A1E5D"/>
    <w:rsid w:val="002A2C68"/>
    <w:rsid w:val="002B3B7D"/>
    <w:rsid w:val="002B7148"/>
    <w:rsid w:val="002C16A7"/>
    <w:rsid w:val="002C1999"/>
    <w:rsid w:val="002C3F2E"/>
    <w:rsid w:val="002C7345"/>
    <w:rsid w:val="002D4478"/>
    <w:rsid w:val="002E3A77"/>
    <w:rsid w:val="002E52FE"/>
    <w:rsid w:val="002E611B"/>
    <w:rsid w:val="002E6256"/>
    <w:rsid w:val="002E7E8E"/>
    <w:rsid w:val="002F48E4"/>
    <w:rsid w:val="002F4EC0"/>
    <w:rsid w:val="0030635C"/>
    <w:rsid w:val="00310C1C"/>
    <w:rsid w:val="00314430"/>
    <w:rsid w:val="00324B60"/>
    <w:rsid w:val="0032609D"/>
    <w:rsid w:val="0033266A"/>
    <w:rsid w:val="003374D0"/>
    <w:rsid w:val="00341384"/>
    <w:rsid w:val="00344468"/>
    <w:rsid w:val="003516D2"/>
    <w:rsid w:val="0035671B"/>
    <w:rsid w:val="00371FC9"/>
    <w:rsid w:val="00375ADC"/>
    <w:rsid w:val="00376357"/>
    <w:rsid w:val="003843DA"/>
    <w:rsid w:val="003923A7"/>
    <w:rsid w:val="00393B92"/>
    <w:rsid w:val="00394C48"/>
    <w:rsid w:val="003A32E3"/>
    <w:rsid w:val="003A6B9F"/>
    <w:rsid w:val="003B1DF4"/>
    <w:rsid w:val="003B2A66"/>
    <w:rsid w:val="003B2C0D"/>
    <w:rsid w:val="003B340D"/>
    <w:rsid w:val="003B5A6E"/>
    <w:rsid w:val="003C1531"/>
    <w:rsid w:val="003C2A77"/>
    <w:rsid w:val="003D15FA"/>
    <w:rsid w:val="003D1A37"/>
    <w:rsid w:val="003D297D"/>
    <w:rsid w:val="003D6F50"/>
    <w:rsid w:val="003E1D26"/>
    <w:rsid w:val="003E54D2"/>
    <w:rsid w:val="004017E4"/>
    <w:rsid w:val="0040219C"/>
    <w:rsid w:val="00414810"/>
    <w:rsid w:val="0043474F"/>
    <w:rsid w:val="004373A3"/>
    <w:rsid w:val="00444320"/>
    <w:rsid w:val="00453C89"/>
    <w:rsid w:val="00454CCD"/>
    <w:rsid w:val="00455CCC"/>
    <w:rsid w:val="0046199A"/>
    <w:rsid w:val="00461E37"/>
    <w:rsid w:val="0046521A"/>
    <w:rsid w:val="004654F3"/>
    <w:rsid w:val="00470343"/>
    <w:rsid w:val="004765E8"/>
    <w:rsid w:val="00477C38"/>
    <w:rsid w:val="00480356"/>
    <w:rsid w:val="00491060"/>
    <w:rsid w:val="004A6E99"/>
    <w:rsid w:val="004C2543"/>
    <w:rsid w:val="004C7860"/>
    <w:rsid w:val="004D03C4"/>
    <w:rsid w:val="004D5D23"/>
    <w:rsid w:val="004E0EA0"/>
    <w:rsid w:val="004E63B1"/>
    <w:rsid w:val="004F0C71"/>
    <w:rsid w:val="004F203D"/>
    <w:rsid w:val="005012A9"/>
    <w:rsid w:val="005032C4"/>
    <w:rsid w:val="00506422"/>
    <w:rsid w:val="00514898"/>
    <w:rsid w:val="005240F3"/>
    <w:rsid w:val="0053163F"/>
    <w:rsid w:val="005327BF"/>
    <w:rsid w:val="005436FF"/>
    <w:rsid w:val="00544B3F"/>
    <w:rsid w:val="005456BF"/>
    <w:rsid w:val="005461EC"/>
    <w:rsid w:val="00563CDA"/>
    <w:rsid w:val="00567E71"/>
    <w:rsid w:val="0057084C"/>
    <w:rsid w:val="00570EBB"/>
    <w:rsid w:val="00580E15"/>
    <w:rsid w:val="00591D0D"/>
    <w:rsid w:val="0059537F"/>
    <w:rsid w:val="00597268"/>
    <w:rsid w:val="005C3289"/>
    <w:rsid w:val="005C3A70"/>
    <w:rsid w:val="005C6761"/>
    <w:rsid w:val="005D5F52"/>
    <w:rsid w:val="005E0BAC"/>
    <w:rsid w:val="005E1C9B"/>
    <w:rsid w:val="005E796E"/>
    <w:rsid w:val="005F337D"/>
    <w:rsid w:val="00614686"/>
    <w:rsid w:val="00614756"/>
    <w:rsid w:val="006213D8"/>
    <w:rsid w:val="00621DE1"/>
    <w:rsid w:val="0062495F"/>
    <w:rsid w:val="00635CB5"/>
    <w:rsid w:val="00645B4A"/>
    <w:rsid w:val="0065285D"/>
    <w:rsid w:val="00660A96"/>
    <w:rsid w:val="00683D17"/>
    <w:rsid w:val="0069427D"/>
    <w:rsid w:val="006C59F9"/>
    <w:rsid w:val="006C612C"/>
    <w:rsid w:val="006D4A1B"/>
    <w:rsid w:val="006E3BB5"/>
    <w:rsid w:val="006E6F7E"/>
    <w:rsid w:val="006F2A84"/>
    <w:rsid w:val="006F6B7E"/>
    <w:rsid w:val="006F750E"/>
    <w:rsid w:val="00717C68"/>
    <w:rsid w:val="00725AD1"/>
    <w:rsid w:val="00732EC2"/>
    <w:rsid w:val="0073352F"/>
    <w:rsid w:val="007375DD"/>
    <w:rsid w:val="0074351C"/>
    <w:rsid w:val="00747957"/>
    <w:rsid w:val="007543BF"/>
    <w:rsid w:val="0076683E"/>
    <w:rsid w:val="00771ED6"/>
    <w:rsid w:val="007915BE"/>
    <w:rsid w:val="007945B2"/>
    <w:rsid w:val="007B0317"/>
    <w:rsid w:val="007B3F01"/>
    <w:rsid w:val="007B61E5"/>
    <w:rsid w:val="007D3335"/>
    <w:rsid w:val="007D415B"/>
    <w:rsid w:val="007E0151"/>
    <w:rsid w:val="007E6673"/>
    <w:rsid w:val="007F512B"/>
    <w:rsid w:val="00806B00"/>
    <w:rsid w:val="00815174"/>
    <w:rsid w:val="00841D76"/>
    <w:rsid w:val="008449E2"/>
    <w:rsid w:val="00845D31"/>
    <w:rsid w:val="0085544C"/>
    <w:rsid w:val="0085795F"/>
    <w:rsid w:val="00862182"/>
    <w:rsid w:val="00865F44"/>
    <w:rsid w:val="008717BA"/>
    <w:rsid w:val="00873140"/>
    <w:rsid w:val="00877200"/>
    <w:rsid w:val="008A15ED"/>
    <w:rsid w:val="008A4EBA"/>
    <w:rsid w:val="008A608F"/>
    <w:rsid w:val="008C025F"/>
    <w:rsid w:val="008C21FB"/>
    <w:rsid w:val="008C63DC"/>
    <w:rsid w:val="008C6B41"/>
    <w:rsid w:val="008D4CFA"/>
    <w:rsid w:val="00902EA6"/>
    <w:rsid w:val="009059A0"/>
    <w:rsid w:val="009076B9"/>
    <w:rsid w:val="00910DD8"/>
    <w:rsid w:val="00911A2D"/>
    <w:rsid w:val="0092184B"/>
    <w:rsid w:val="00921DDC"/>
    <w:rsid w:val="00921EA9"/>
    <w:rsid w:val="00925943"/>
    <w:rsid w:val="009309C5"/>
    <w:rsid w:val="00934641"/>
    <w:rsid w:val="00937055"/>
    <w:rsid w:val="0093746A"/>
    <w:rsid w:val="00940412"/>
    <w:rsid w:val="00974B2C"/>
    <w:rsid w:val="009829A2"/>
    <w:rsid w:val="00984863"/>
    <w:rsid w:val="009957BC"/>
    <w:rsid w:val="0099583A"/>
    <w:rsid w:val="009971A1"/>
    <w:rsid w:val="009A0008"/>
    <w:rsid w:val="009A4476"/>
    <w:rsid w:val="009B77DF"/>
    <w:rsid w:val="009C1571"/>
    <w:rsid w:val="009C3BDB"/>
    <w:rsid w:val="009D2EDB"/>
    <w:rsid w:val="009E2252"/>
    <w:rsid w:val="009E4F03"/>
    <w:rsid w:val="009F5D92"/>
    <w:rsid w:val="00A00EE3"/>
    <w:rsid w:val="00A03AD2"/>
    <w:rsid w:val="00A06559"/>
    <w:rsid w:val="00A1063C"/>
    <w:rsid w:val="00A11F07"/>
    <w:rsid w:val="00A14FBF"/>
    <w:rsid w:val="00A17B60"/>
    <w:rsid w:val="00A21C8F"/>
    <w:rsid w:val="00A30B75"/>
    <w:rsid w:val="00A36746"/>
    <w:rsid w:val="00A42BED"/>
    <w:rsid w:val="00A50BB8"/>
    <w:rsid w:val="00A52D85"/>
    <w:rsid w:val="00A655D4"/>
    <w:rsid w:val="00A72551"/>
    <w:rsid w:val="00A746FE"/>
    <w:rsid w:val="00A75858"/>
    <w:rsid w:val="00A815E1"/>
    <w:rsid w:val="00A82975"/>
    <w:rsid w:val="00A85633"/>
    <w:rsid w:val="00A863D4"/>
    <w:rsid w:val="00A95FB1"/>
    <w:rsid w:val="00AA10D9"/>
    <w:rsid w:val="00AB2BE4"/>
    <w:rsid w:val="00AB31F9"/>
    <w:rsid w:val="00AB7A07"/>
    <w:rsid w:val="00AD79DB"/>
    <w:rsid w:val="00AE4254"/>
    <w:rsid w:val="00B0038B"/>
    <w:rsid w:val="00B07F65"/>
    <w:rsid w:val="00B22233"/>
    <w:rsid w:val="00B242B5"/>
    <w:rsid w:val="00B40756"/>
    <w:rsid w:val="00B651E4"/>
    <w:rsid w:val="00B65F4F"/>
    <w:rsid w:val="00B663B8"/>
    <w:rsid w:val="00B71722"/>
    <w:rsid w:val="00B71C75"/>
    <w:rsid w:val="00B746D5"/>
    <w:rsid w:val="00BA17F6"/>
    <w:rsid w:val="00BB1DE6"/>
    <w:rsid w:val="00BC10CC"/>
    <w:rsid w:val="00BC58CA"/>
    <w:rsid w:val="00C01B8A"/>
    <w:rsid w:val="00C05518"/>
    <w:rsid w:val="00C26FEC"/>
    <w:rsid w:val="00C37EC9"/>
    <w:rsid w:val="00C41F0F"/>
    <w:rsid w:val="00C60963"/>
    <w:rsid w:val="00C72C42"/>
    <w:rsid w:val="00C740D1"/>
    <w:rsid w:val="00C74364"/>
    <w:rsid w:val="00C754FD"/>
    <w:rsid w:val="00C7682B"/>
    <w:rsid w:val="00C832E0"/>
    <w:rsid w:val="00C86D1A"/>
    <w:rsid w:val="00C87756"/>
    <w:rsid w:val="00C90A2D"/>
    <w:rsid w:val="00C91CFB"/>
    <w:rsid w:val="00CB6DE5"/>
    <w:rsid w:val="00CC63CD"/>
    <w:rsid w:val="00CD5917"/>
    <w:rsid w:val="00CD6C14"/>
    <w:rsid w:val="00CE24EA"/>
    <w:rsid w:val="00D015FB"/>
    <w:rsid w:val="00D05643"/>
    <w:rsid w:val="00D15AA4"/>
    <w:rsid w:val="00D20196"/>
    <w:rsid w:val="00D23E6E"/>
    <w:rsid w:val="00D34245"/>
    <w:rsid w:val="00D43887"/>
    <w:rsid w:val="00D466A8"/>
    <w:rsid w:val="00D57120"/>
    <w:rsid w:val="00D76C3E"/>
    <w:rsid w:val="00D811E9"/>
    <w:rsid w:val="00D835F1"/>
    <w:rsid w:val="00DB0F2C"/>
    <w:rsid w:val="00DB2196"/>
    <w:rsid w:val="00DB311A"/>
    <w:rsid w:val="00DC2279"/>
    <w:rsid w:val="00DC4F07"/>
    <w:rsid w:val="00DC5A74"/>
    <w:rsid w:val="00DC7576"/>
    <w:rsid w:val="00DD432F"/>
    <w:rsid w:val="00DD437D"/>
    <w:rsid w:val="00DE399C"/>
    <w:rsid w:val="00DE531D"/>
    <w:rsid w:val="00DE7B2C"/>
    <w:rsid w:val="00DF3207"/>
    <w:rsid w:val="00DF40C2"/>
    <w:rsid w:val="00E043DA"/>
    <w:rsid w:val="00E04726"/>
    <w:rsid w:val="00E144D9"/>
    <w:rsid w:val="00E20A5F"/>
    <w:rsid w:val="00E22C7C"/>
    <w:rsid w:val="00E237C0"/>
    <w:rsid w:val="00E2480E"/>
    <w:rsid w:val="00E31428"/>
    <w:rsid w:val="00E50FA0"/>
    <w:rsid w:val="00E60146"/>
    <w:rsid w:val="00E829A2"/>
    <w:rsid w:val="00E8574D"/>
    <w:rsid w:val="00E87B5F"/>
    <w:rsid w:val="00EB09A3"/>
    <w:rsid w:val="00ED3BA2"/>
    <w:rsid w:val="00EE07E5"/>
    <w:rsid w:val="00EE42D4"/>
    <w:rsid w:val="00EF600D"/>
    <w:rsid w:val="00F0141D"/>
    <w:rsid w:val="00F10839"/>
    <w:rsid w:val="00F10DA2"/>
    <w:rsid w:val="00F11103"/>
    <w:rsid w:val="00F451C3"/>
    <w:rsid w:val="00F47693"/>
    <w:rsid w:val="00F47D2C"/>
    <w:rsid w:val="00F61CE3"/>
    <w:rsid w:val="00F638F6"/>
    <w:rsid w:val="00F67A29"/>
    <w:rsid w:val="00F70B69"/>
    <w:rsid w:val="00F7367C"/>
    <w:rsid w:val="00F94219"/>
    <w:rsid w:val="00F95217"/>
    <w:rsid w:val="00FA79FF"/>
    <w:rsid w:val="00FB302F"/>
    <w:rsid w:val="00FB7FE0"/>
    <w:rsid w:val="00FC268E"/>
    <w:rsid w:val="00FD0E53"/>
    <w:rsid w:val="00FD36F8"/>
    <w:rsid w:val="00FD6927"/>
    <w:rsid w:val="00FD70D1"/>
    <w:rsid w:val="00FE13BE"/>
    <w:rsid w:val="00FF1C1B"/>
    <w:rsid w:val="01284CDE"/>
    <w:rsid w:val="012A58A7"/>
    <w:rsid w:val="013557B5"/>
    <w:rsid w:val="044505AF"/>
    <w:rsid w:val="066103BD"/>
    <w:rsid w:val="06DE1DD3"/>
    <w:rsid w:val="079247C2"/>
    <w:rsid w:val="0C2C6FC6"/>
    <w:rsid w:val="126A7FC1"/>
    <w:rsid w:val="15976318"/>
    <w:rsid w:val="175B0E93"/>
    <w:rsid w:val="17B109C8"/>
    <w:rsid w:val="18DC15B3"/>
    <w:rsid w:val="193A0992"/>
    <w:rsid w:val="1C5854DA"/>
    <w:rsid w:val="1CC1754D"/>
    <w:rsid w:val="211C5BB2"/>
    <w:rsid w:val="22F87C6C"/>
    <w:rsid w:val="250C1436"/>
    <w:rsid w:val="29771C57"/>
    <w:rsid w:val="297D3279"/>
    <w:rsid w:val="29E334E0"/>
    <w:rsid w:val="2ADB7F2A"/>
    <w:rsid w:val="2FA1655F"/>
    <w:rsid w:val="308E56FF"/>
    <w:rsid w:val="30EF7A51"/>
    <w:rsid w:val="343854F3"/>
    <w:rsid w:val="346A73AA"/>
    <w:rsid w:val="35981C34"/>
    <w:rsid w:val="37312949"/>
    <w:rsid w:val="3C70552E"/>
    <w:rsid w:val="3D876F1A"/>
    <w:rsid w:val="3DEC2422"/>
    <w:rsid w:val="3E26565A"/>
    <w:rsid w:val="405A1531"/>
    <w:rsid w:val="40652583"/>
    <w:rsid w:val="41924E5B"/>
    <w:rsid w:val="42D41FBC"/>
    <w:rsid w:val="465B197A"/>
    <w:rsid w:val="4A1F738A"/>
    <w:rsid w:val="4BC85C6A"/>
    <w:rsid w:val="4D29402E"/>
    <w:rsid w:val="4D6D40F5"/>
    <w:rsid w:val="4FF639FE"/>
    <w:rsid w:val="50F46CE0"/>
    <w:rsid w:val="5113030C"/>
    <w:rsid w:val="5209191C"/>
    <w:rsid w:val="52DF1C85"/>
    <w:rsid w:val="54F4537D"/>
    <w:rsid w:val="56A50B50"/>
    <w:rsid w:val="587527BD"/>
    <w:rsid w:val="5A272DCF"/>
    <w:rsid w:val="5AC814B2"/>
    <w:rsid w:val="5BDD3538"/>
    <w:rsid w:val="5C717A5C"/>
    <w:rsid w:val="5C8C45D3"/>
    <w:rsid w:val="5D137820"/>
    <w:rsid w:val="5ECF2DD4"/>
    <w:rsid w:val="629C1759"/>
    <w:rsid w:val="63AF4BBC"/>
    <w:rsid w:val="65965EED"/>
    <w:rsid w:val="66356125"/>
    <w:rsid w:val="671B75BC"/>
    <w:rsid w:val="67441E22"/>
    <w:rsid w:val="676313E2"/>
    <w:rsid w:val="6B045E3F"/>
    <w:rsid w:val="6C9A4D54"/>
    <w:rsid w:val="6D7E392F"/>
    <w:rsid w:val="705F1F69"/>
    <w:rsid w:val="71033196"/>
    <w:rsid w:val="72CD51D7"/>
    <w:rsid w:val="73B51CD9"/>
    <w:rsid w:val="754A2500"/>
    <w:rsid w:val="75F403E0"/>
    <w:rsid w:val="7D41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D8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A52D8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A52D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52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2D8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52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2D85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A52D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A52D8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52D85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A52D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17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</Pages>
  <Words>74</Words>
  <Characters>425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2016-11-25T05:37:00Z</cp:lastPrinted>
  <dcterms:created xsi:type="dcterms:W3CDTF">2016-11-24T00:47:00Z</dcterms:created>
  <dcterms:modified xsi:type="dcterms:W3CDTF">2016-11-25T08:44:00Z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